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sz w:val="22"/>
        </w:rPr>
        <w:id w:val="36987245"/>
        <w:placeholder>
          <w:docPart w:val="1988212547A2466FB2FD356D24A30AD5"/>
        </w:placeholder>
      </w:sdtPr>
      <w:sdtEndPr/>
      <w:sdtContent>
        <w:p w:rsidR="00FE633C" w:rsidRDefault="003D28D5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  <w:r w:rsidRPr="009D7059">
            <w:rPr>
              <w:sz w:val="22"/>
            </w:rPr>
            <w:t>Read each question carefull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and select the best answer choice.  Mark onl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 on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own paper or the bubble sheet. 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 are required to show all of </w:t>
          </w:r>
          <w:r w:rsidR="005846D0">
            <w:rPr>
              <w:sz w:val="22"/>
            </w:rPr>
            <w:t>y</w:t>
          </w:r>
          <w:r w:rsidRPr="009D7059">
            <w:rPr>
              <w:sz w:val="22"/>
            </w:rPr>
            <w:t xml:space="preserve">our work for starred (**) problems.  </w:t>
          </w:r>
        </w:p>
        <w:p w:rsidR="00D016F0" w:rsidRPr="009D7059" w:rsidRDefault="00B921D9" w:rsidP="00596F6E">
          <w:pPr>
            <w:pStyle w:val="Instructionstostudents"/>
            <w:spacing w:before="0"/>
            <w:ind w:left="288"/>
            <w:contextualSpacing/>
            <w:rPr>
              <w:sz w:val="22"/>
            </w:rPr>
          </w:pPr>
        </w:p>
      </w:sdtContent>
    </w:sdt>
    <w:tbl>
      <w:tblPr>
        <w:tblpPr w:leftFromText="187" w:rightFromText="187" w:vertAnchor="text" w:horzAnchor="page" w:tblpX="1585" w:tblpY="1"/>
        <w:tblOverlap w:val="never"/>
        <w:tblW w:w="173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  <w:gridCol w:w="8010"/>
      </w:tblGrid>
      <w:tr w:rsidR="00911008" w:rsidRPr="009D7059" w:rsidTr="00911008">
        <w:tc>
          <w:tcPr>
            <w:tcW w:w="745" w:type="dxa"/>
            <w:vAlign w:val="bottom"/>
          </w:tcPr>
          <w:p w:rsidR="00911008" w:rsidRPr="009D7059" w:rsidRDefault="000249BF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1)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sdt>
          <w:sdtPr>
            <w:rPr>
              <w:sz w:val="22"/>
            </w:rPr>
            <w:id w:val="36987563"/>
            <w:placeholder>
              <w:docPart w:val="70A3139BB0F646BBA94054AE9349D814"/>
            </w:placeholder>
          </w:sdtPr>
          <w:sdtEndPr/>
          <w:sdtContent>
            <w:tc>
              <w:tcPr>
                <w:tcW w:w="8010" w:type="dxa"/>
              </w:tcPr>
              <w:p w:rsidR="00911008" w:rsidRPr="009D7059" w:rsidRDefault="00F2281A" w:rsidP="00F2281A">
                <w:pPr>
                  <w:pStyle w:val="Question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If $6500 is invested in a long-term trust fund with an interest rate of 9% compounded continuously, what is </w:t>
                </w:r>
                <w:r w:rsidR="00434E8E">
                  <w:rPr>
                    <w:sz w:val="22"/>
                  </w:rPr>
                  <w:t>t</w:t>
                </w:r>
                <w:r>
                  <w:rPr>
                    <w:sz w:val="22"/>
                  </w:rPr>
                  <w:t>he amount of money in the account after 15 years?</w:t>
                </w:r>
              </w:p>
            </w:tc>
          </w:sdtContent>
        </w:sdt>
        <w:tc>
          <w:tcPr>
            <w:tcW w:w="8010" w:type="dxa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2"/>
            <w:placeholder>
              <w:docPart w:val="E5243F7E594C4B0E89409374311A62A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$27,434.52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36987613"/>
            <w:placeholder>
              <w:docPart w:val="99B9028FA4544CD19F6FDAD1757B8F43"/>
            </w:placeholder>
          </w:sdtPr>
          <w:sdtEndPr/>
          <w:sdtContent>
            <w:sdt>
              <w:sdtPr>
                <w:rPr>
                  <w:sz w:val="22"/>
                </w:rPr>
                <w:id w:val="1678686411"/>
                <w:placeholder>
                  <w:docPart w:val="0F4D0F8AAE4C431F84B0BD0CB0F8EC71"/>
                </w:placeholder>
              </w:sdtPr>
              <w:sdtEndPr/>
              <w:sdtContent>
                <w:tc>
                  <w:tcPr>
                    <w:tcW w:w="8010" w:type="dxa"/>
                    <w:vAlign w:val="bottom"/>
                  </w:tcPr>
                  <w:p w:rsidR="00911008" w:rsidRPr="009D7059" w:rsidRDefault="00F2281A" w:rsidP="00F2281A">
                    <w:pPr>
                      <w:pStyle w:val="Answers"/>
                      <w:framePr w:hSpace="0" w:wrap="auto" w:vAnchor="margin" w:hAnchor="text" w:xAlign="left" w:yAlign="inline"/>
                      <w:spacing w:before="0"/>
                      <w:contextualSpacing/>
                      <w:suppressOverlap w:val="0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$23,676.14</w:t>
                    </w:r>
                  </w:p>
                </w:tc>
              </w:sdtContent>
            </w:sdt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6987614"/>
            <w:placeholder>
              <w:docPart w:val="01535A5E3FD44463A5BA72F1D8813855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156DA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w:r>
                  <w:rPr>
                    <w:sz w:val="22"/>
                  </w:rPr>
                  <w:t>$25,073.27</w:t>
                </w:r>
                <w:r w:rsidR="00F32901">
                  <w:rPr>
                    <w:sz w:val="22"/>
                  </w:rPr>
                  <w:t xml:space="preserve"> 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911008" w:rsidRPr="009D7059" w:rsidTr="003859BC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36987615"/>
            <w:placeholder>
              <w:docPart w:val="33A7280DC0D544988D4B034346ACA42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$48,028.86</w:t>
                </w:r>
              </w:p>
            </w:tc>
          </w:sdtContent>
        </w:sdt>
        <w:tc>
          <w:tcPr>
            <w:tcW w:w="8010" w:type="dxa"/>
            <w:vAlign w:val="bottom"/>
          </w:tcPr>
          <w:p w:rsidR="00911008" w:rsidRPr="009D7059" w:rsidRDefault="00911008" w:rsidP="009D7059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</w:tbl>
    <w:p w:rsidR="00D016F0" w:rsidRPr="009D7059" w:rsidRDefault="00D016F0" w:rsidP="00596F6E">
      <w:pPr>
        <w:spacing w:line="24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2)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911008" w:rsidRPr="009D7059" w:rsidRDefault="00F2281A" w:rsidP="00FE5351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The time required to grow a certain bacteria in a culture beginning with 10 </w:t>
            </w:r>
            <w:r w:rsidR="00513945">
              <w:rPr>
                <w:sz w:val="22"/>
              </w:rPr>
              <w:t>bacteria</w:t>
            </w:r>
            <w:r>
              <w:rPr>
                <w:sz w:val="22"/>
              </w:rPr>
              <w:t xml:space="preserve"> </w:t>
            </w:r>
            <w:r w:rsidR="00513945">
              <w:rPr>
                <w:sz w:val="22"/>
              </w:rPr>
              <w:t>is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 t=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ln B-ln 10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1.504</m:t>
                  </m:r>
                </m:den>
              </m:f>
            </m:oMath>
            <w:r w:rsidR="00FE5351">
              <w:rPr>
                <w:sz w:val="22"/>
              </w:rPr>
              <w:t xml:space="preserve"> where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B</m:t>
              </m:r>
            </m:oMath>
            <w:proofErr w:type="gramStart"/>
            <w:r w:rsidR="00FE5351">
              <w:rPr>
                <w:sz w:val="22"/>
              </w:rPr>
              <w:t xml:space="preserve"> is the number of bacteria</w:t>
            </w:r>
            <w:proofErr w:type="gramEnd"/>
            <w:r w:rsidR="00FE5351">
              <w:rPr>
                <w:sz w:val="22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t</m:t>
              </m:r>
            </m:oMath>
            <w:r w:rsidR="00FE5351">
              <w:rPr>
                <w:sz w:val="22"/>
              </w:rPr>
              <w:t xml:space="preserve"> is the time in hours.  How much time is required to grow a culture of 4100 bacteria?</w:t>
            </w:r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6987618"/>
            <w:placeholder>
              <w:docPart w:val="CCBD3E5208184807B976AF8B693F547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B044D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1793320940"/>
                    <w:placeholder>
                      <w:docPart w:val="F19E70C0E7A34D1A81D636047CF236E5"/>
                    </w:placeholder>
                  </w:sdtPr>
                  <w:sdtEndPr/>
                  <w:sdtContent>
                    <w:r w:rsidR="00F2281A">
                      <w:rPr>
                        <w:sz w:val="22"/>
                      </w:rPr>
                      <w:t>4.0 hours</w:t>
                    </w:r>
                  </w:sdtContent>
                </w:sdt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811925736"/>
            <w:placeholder>
              <w:docPart w:val="23A36A64C960489AA1FC97EB136B4FB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14.7 hours</w:t>
                </w:r>
                <w:r w:rsidR="00F67600"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FB044D" w:rsidRPr="009D7059" w:rsidRDefault="00F2281A" w:rsidP="00F67600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6.0 hours</w:t>
            </w:r>
          </w:p>
        </w:tc>
      </w:tr>
      <w:tr w:rsidR="00FB044D" w:rsidRPr="009D7059" w:rsidTr="00D45322">
        <w:tc>
          <w:tcPr>
            <w:tcW w:w="745" w:type="dxa"/>
            <w:vAlign w:val="bottom"/>
          </w:tcPr>
          <w:p w:rsidR="00FB044D" w:rsidRPr="009D7059" w:rsidRDefault="00FB044D" w:rsidP="00FB044D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FB044D" w:rsidRPr="009D7059" w:rsidRDefault="00FB044D" w:rsidP="00FB044D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2083950556"/>
            <w:placeholder>
              <w:docPart w:val="94E4FFD7C8D64BAB8D2F0611B6E287D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FB044D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20.6 hours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F2281A" w:rsidRDefault="00F2281A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911008" w:rsidRPr="009D7059" w:rsidRDefault="00F2281A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911008" w:rsidRPr="009D7059">
              <w:rPr>
                <w:sz w:val="22"/>
              </w:rPr>
              <w:t>3)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F2281A" w:rsidRDefault="00F2281A" w:rsidP="0033418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911008" w:rsidRDefault="00F2281A" w:rsidP="00334183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Evaluate the logarithm using the change-of-base formula.</w:t>
            </w:r>
          </w:p>
          <w:p w:rsidR="00F2281A" w:rsidRPr="00F2281A" w:rsidRDefault="00B921D9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9</m:t>
                        </m:r>
                      </m:sub>
                    </m:sSub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</w:rPr>
                      <m:t>546</m:t>
                    </m:r>
                  </m:e>
                </m:func>
              </m:oMath>
            </m:oMathPara>
          </w:p>
        </w:tc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130825788"/>
            <w:placeholder>
              <w:docPart w:val="0FAC843C5AA74B659AF1E8FD27E0F1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2.868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649412566"/>
            <w:placeholder>
              <w:docPart w:val="9E2A3A3413654B9D861CC0BCD665D1AF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56.724</w:t>
                </w:r>
                <w:r w:rsidR="00C73019" w:rsidRPr="009D7059">
                  <w:rPr>
                    <w:sz w:val="22"/>
                  </w:rPr>
                  <w:t xml:space="preserve">  </w:t>
                </w:r>
                <w:sdt>
                  <w:sdtPr>
                    <w:rPr>
                      <w:sz w:val="22"/>
                    </w:rPr>
                    <w:id w:val="-701623264"/>
                    <w:placeholder>
                      <w:docPart w:val="5FE0E47704DB4C85933D73079D1704A9"/>
                    </w:placeholder>
                  </w:sdtPr>
                  <w:sdtEndPr/>
                  <w:sdtContent>
                    <w:r w:rsidR="00C73019" w:rsidRPr="009D7059">
                      <w:rPr>
                        <w:sz w:val="22"/>
                      </w:rPr>
                      <w:t xml:space="preserve"> </w:t>
                    </w:r>
                  </w:sdtContent>
                </w:sdt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1129281967"/>
            <w:placeholder>
              <w:docPart w:val="9CE24F645354492DAA2536A07E889448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0.700</w:t>
                </w:r>
              </w:p>
            </w:tc>
          </w:sdtContent>
        </w:sdt>
      </w:tr>
      <w:tr w:rsidR="00911008" w:rsidRPr="009D7059" w:rsidTr="00D45322">
        <w:tc>
          <w:tcPr>
            <w:tcW w:w="745" w:type="dxa"/>
            <w:vAlign w:val="bottom"/>
          </w:tcPr>
          <w:p w:rsidR="00911008" w:rsidRPr="009D7059" w:rsidRDefault="00911008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911008" w:rsidRPr="009D7059" w:rsidRDefault="00911008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748411328"/>
            <w:placeholder>
              <w:docPart w:val="7614A8C0D26D4A109B12A3E7741CBA7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911008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1.638</w:t>
                </w:r>
              </w:p>
            </w:tc>
          </w:sdtContent>
        </w:sdt>
      </w:tr>
    </w:tbl>
    <w:p w:rsidR="00C73019" w:rsidRPr="009D7059" w:rsidRDefault="00C73019" w:rsidP="00756D00">
      <w:pPr>
        <w:spacing w:line="120" w:lineRule="auto"/>
        <w:ind w:left="0" w:firstLine="0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F2281A" w:rsidRPr="009D7059" w:rsidTr="00D45322">
        <w:tc>
          <w:tcPr>
            <w:tcW w:w="745" w:type="dxa"/>
            <w:vAlign w:val="bottom"/>
          </w:tcPr>
          <w:p w:rsidR="00F2281A" w:rsidRPr="009D7059" w:rsidRDefault="00F2281A" w:rsidP="00F2281A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4)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F2281A" w:rsidRPr="009D7059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F2281A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F2281A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Evaluate the logarithm using the change-of-base formula.</w:t>
            </w:r>
          </w:p>
          <w:p w:rsidR="00F2281A" w:rsidRPr="00F2281A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2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e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8</m:t>
                        </m:r>
                      </m:sup>
                    </m:sSup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354467019"/>
            <w:placeholder>
              <w:docPart w:val="1FFEA50408964029823646DA83F939BC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F2281A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4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471414620"/>
            <w:placeholder>
              <w:docPart w:val="2EE842F22B0C4A46B049C2582446464D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985460930"/>
                    <w:placeholder>
                      <w:docPart w:val="AE975DEE4CE941A89E4570CB64818AE3"/>
                    </w:placeholder>
                  </w:sdtPr>
                  <w:sdtEndPr/>
                  <w:sdtContent>
                    <w:r w:rsidR="00F2281A">
                      <w:rPr>
                        <w:sz w:val="22"/>
                      </w:rPr>
                      <w:t>16</w:t>
                    </w:r>
                    <w:r w:rsidR="00F2281A" w:rsidRPr="00F2281A">
                      <w:rPr>
                        <w:i/>
                        <w:sz w:val="22"/>
                      </w:rPr>
                      <w:t>e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354395335"/>
            <w:placeholder>
              <w:docPart w:val="627684CEDF8945FD94E685A49354445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921D9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sdt>
                  <w:sdtPr>
                    <w:rPr>
                      <w:sz w:val="22"/>
                    </w:rPr>
                    <w:id w:val="-17629651"/>
                    <w:placeholder>
                      <w:docPart w:val="0A37E957C26240F5BD77FA02C041BA70"/>
                    </w:placeholder>
                  </w:sdtPr>
                  <w:sdtEndPr/>
                  <w:sdtContent>
                    <w:sdt>
                      <w:sdtPr>
                        <w:rPr>
                          <w:sz w:val="22"/>
                        </w:rPr>
                        <w:id w:val="1790543582"/>
                        <w:placeholder>
                          <w:docPart w:val="D0A85E8B7FB649AA9F8CEFA1C374A664"/>
                        </w:placeholder>
                      </w:sdtPr>
                      <w:sdtEndPr/>
                      <w:sdtContent>
                        <w:r w:rsidR="00F2281A">
                          <w:rPr>
                            <w:sz w:val="22"/>
                          </w:rPr>
                          <w:t>16</w:t>
                        </w:r>
                      </w:sdtContent>
                    </w:sdt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120681706"/>
            <w:placeholder>
              <w:docPart w:val="7A2C635E8C1B42E6A15C764535ED574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921D9" w:rsidP="009D705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4</m:t>
                      </m:r>
                    </m:den>
                  </m:f>
                </m:oMath>
              </w:p>
            </w:tc>
          </w:sdtContent>
        </w:sdt>
      </w:tr>
    </w:tbl>
    <w:p w:rsidR="00C73019" w:rsidRPr="009D7059" w:rsidRDefault="00C73019" w:rsidP="00756D00">
      <w:pPr>
        <w:spacing w:line="12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F2281A" w:rsidRPr="009D7059" w:rsidTr="00D45322">
        <w:tc>
          <w:tcPr>
            <w:tcW w:w="745" w:type="dxa"/>
            <w:vAlign w:val="bottom"/>
          </w:tcPr>
          <w:p w:rsidR="00F2281A" w:rsidRPr="009D7059" w:rsidRDefault="00F2281A" w:rsidP="00F2281A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5)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F2281A" w:rsidRPr="009D7059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F2281A" w:rsidRDefault="00F2281A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Evaluate the logarithm using the change-of-base formula.</w:t>
            </w:r>
          </w:p>
          <w:p w:rsidR="00F2281A" w:rsidRPr="00F2281A" w:rsidRDefault="00B921D9" w:rsidP="00F228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9</m:t>
                        </m:r>
                      </m:sub>
                    </m:sSub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</w:rPr>
                      <m:t>729</m:t>
                    </m:r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899256173"/>
            <w:placeholder>
              <w:docPart w:val="09F2C76ECE484777836BBA355C74199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1705640313"/>
                    <w:placeholder>
                      <w:docPart w:val="C1D907D9639147A393E791E115B8424C"/>
                    </w:placeholder>
                  </w:sdtPr>
                  <w:sdtEndPr/>
                  <w:sdtContent>
                    <w:r w:rsidR="00F2281A">
                      <w:rPr>
                        <w:sz w:val="22"/>
                      </w:rPr>
                      <w:t>2</w:t>
                    </w:r>
                  </w:sdtContent>
                </w:sdt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599247006"/>
            <w:placeholder>
              <w:docPart w:val="59AC5FC1462B4812A348410091E3B114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B5888" w:rsidP="00F228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372740320"/>
                    <w:placeholder>
                      <w:docPart w:val="7DBECC8FEAF74DB1B8BF7372A1B97569"/>
                    </w:placeholder>
                  </w:sdtPr>
                  <w:sdtEndPr/>
                  <w:sdtContent>
                    <w:r w:rsidR="00F2281A">
                      <w:rPr>
                        <w:sz w:val="22"/>
                      </w:rPr>
                      <w:t>3</w:t>
                    </w:r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455395139"/>
            <w:placeholder>
              <w:docPart w:val="8CEC68ADDB944464AECAF24B62B68DF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921D9" w:rsidP="004B199C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9</m:t>
                      </m:r>
                    </m:den>
                  </m:f>
                </m:oMath>
              </w:p>
            </w:tc>
          </w:sdtContent>
        </w:sdt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545369021"/>
            <w:placeholder>
              <w:docPart w:val="28307EBC2FBD4C6887150B9A81C6BF8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C73019" w:rsidRPr="009D7059" w:rsidRDefault="00B921D9" w:rsidP="001741B9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9</m:t>
                      </m:r>
                    </m:den>
                  </m:f>
                </m:oMath>
              </w:p>
            </w:tc>
          </w:sdtContent>
        </w:sdt>
      </w:tr>
    </w:tbl>
    <w:p w:rsidR="00C73019" w:rsidRPr="009D7059" w:rsidRDefault="00C7301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6)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73019" w:rsidRPr="009D7059" w:rsidRDefault="00C7301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C73019" w:rsidRDefault="00BE22AB" w:rsidP="00E2230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Use the properties of logarithms to expand the expression.  (Assume all values are positive.)</w:t>
            </w:r>
          </w:p>
          <w:p w:rsidR="001E7026" w:rsidRPr="001E7026" w:rsidRDefault="00B921D9" w:rsidP="00E2230F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b w:val="0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2"/>
                          </w:rPr>
                          <m:t>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b w:val="0"/>
                                <w:i/>
                                <w:sz w:val="22"/>
                              </w:rPr>
                            </m:ctrlPr>
                          </m:radPr>
                          <m:deg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</w:rPr>
                              <m:t>6</m:t>
                            </m:r>
                          </m:deg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2"/>
                              </w:rPr>
                              <m:t>y</m:t>
                            </m:r>
                          </m:e>
                        </m:rad>
                      </m:den>
                    </m:f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C73019" w:rsidRPr="001E7026" w:rsidRDefault="00B921D9" w:rsidP="00FE633C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2"/>
                  </w:rPr>
                  <m:t>-6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y</m:t>
                    </m:r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tc>
          <w:tcPr>
            <w:tcW w:w="8010" w:type="dxa"/>
            <w:vAlign w:val="bottom"/>
          </w:tcPr>
          <w:p w:rsidR="00C73019" w:rsidRPr="001E7026" w:rsidRDefault="00B921D9" w:rsidP="00FE633C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2"/>
                  </w:rPr>
                  <m:t>+6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y</m:t>
                    </m:r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C73019" w:rsidRPr="001E7026" w:rsidRDefault="00B921D9" w:rsidP="00FE633C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2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6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y</m:t>
                    </m:r>
                  </m:e>
                </m:func>
              </m:oMath>
            </m:oMathPara>
          </w:p>
        </w:tc>
      </w:tr>
      <w:tr w:rsidR="00C73019" w:rsidRPr="009D7059" w:rsidTr="00D45322">
        <w:tc>
          <w:tcPr>
            <w:tcW w:w="745" w:type="dxa"/>
            <w:vAlign w:val="bottom"/>
          </w:tcPr>
          <w:p w:rsidR="00C73019" w:rsidRPr="009D7059" w:rsidRDefault="00C7301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C73019" w:rsidRPr="009D7059" w:rsidRDefault="00C73019" w:rsidP="005846D0">
            <w:pPr>
              <w:pStyle w:val="Answerletteringa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C73019" w:rsidRPr="001E7026" w:rsidRDefault="00B921D9" w:rsidP="00FE633C">
            <w:pPr>
              <w:pStyle w:val="Answers"/>
              <w:framePr w:hSpace="0" w:wrap="auto" w:vAnchor="margin" w:hAnchor="text" w:xAlign="left" w:yAlign="inline"/>
              <w:spacing w:before="6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</m:func>
                <m:r>
                  <w:rPr>
                    <w:rFonts w:ascii="Cambria Math" w:hAnsi="Cambria Math"/>
                    <w:sz w:val="2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6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y</m:t>
                    </m:r>
                  </m:e>
                </m:func>
              </m:oMath>
            </m:oMathPara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1E7026" w:rsidRDefault="001E7026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56518C" w:rsidRPr="009D7059" w:rsidRDefault="0056518C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7)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56518C" w:rsidRPr="009D7059" w:rsidRDefault="0056518C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56518C" w:rsidRDefault="0056518C" w:rsidP="00FE633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  <w:p w:rsidR="001E7026" w:rsidRPr="001E7026" w:rsidRDefault="001E7026" w:rsidP="00FE633C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log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</w:rPr>
                      <m:t>x</m:t>
                    </m:r>
                  </m:e>
                </m:func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+3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log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</w:rPr>
                      <m:t>(x-6)</m:t>
                    </m:r>
                  </m:e>
                </m:func>
              </m:oMath>
            </m:oMathPara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tc>
          <w:tcPr>
            <w:tcW w:w="8010" w:type="dxa"/>
            <w:vAlign w:val="bottom"/>
          </w:tcPr>
          <w:p w:rsidR="007D1034" w:rsidRPr="001E7026" w:rsidRDefault="00B921D9" w:rsidP="00FE633C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10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2"/>
                      </w:rPr>
                      <m:t>x(x-6)</m:t>
                    </m:r>
                  </m:e>
                </m:func>
              </m:oMath>
            </m:oMathPara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tc>
          <w:tcPr>
            <w:tcW w:w="8010" w:type="dxa"/>
            <w:vAlign w:val="bottom"/>
          </w:tcPr>
          <w:p w:rsidR="007D1034" w:rsidRPr="004F511A" w:rsidRDefault="00B921D9" w:rsidP="00FE633C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/>
                        <w:sz w:val="22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sz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t>10</m:t>
                        </m:r>
                      </m:sub>
                    </m:sSub>
                  </m:fNam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(x-6)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</w:rPr>
                          <m:t>3</m:t>
                        </m:r>
                      </m:sup>
                    </m:sSup>
                  </m:e>
                </m:func>
              </m:oMath>
            </m:oMathPara>
          </w:p>
        </w:tc>
      </w:tr>
      <w:tr w:rsidR="007D1034" w:rsidRPr="009D7059" w:rsidTr="00D45322">
        <w:tc>
          <w:tcPr>
            <w:tcW w:w="745" w:type="dxa"/>
            <w:vAlign w:val="bottom"/>
          </w:tcPr>
          <w:p w:rsidR="007D1034" w:rsidRPr="009D7059" w:rsidRDefault="007D1034" w:rsidP="007D1034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7D1034" w:rsidRPr="009D7059" w:rsidRDefault="007D1034" w:rsidP="007D1034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tc>
          <w:tcPr>
            <w:tcW w:w="8010" w:type="dxa"/>
            <w:vAlign w:val="bottom"/>
          </w:tcPr>
          <w:p w:rsidR="007D1034" w:rsidRPr="009D7059" w:rsidRDefault="00B921D9" w:rsidP="00FE633C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sdt>
              <w:sdtPr>
                <w:rPr>
                  <w:sz w:val="22"/>
                </w:rPr>
                <w:id w:val="-258520614"/>
                <w:placeholder>
                  <w:docPart w:val="2BE56179C779428C9515F2616D844B1F"/>
                </w:placeholder>
              </w:sdtPr>
              <w:sdtEndPr/>
              <w:sdtContent>
                <m:oMath>
                  <m:func>
                    <m:func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               log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</w:rPr>
                            <m:t>10</m:t>
                          </m:r>
                        </m:sub>
                      </m:sSub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4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</w:rPr>
                                    <m:t>x-6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func>
                </m:oMath>
              </w:sdtContent>
            </w:sdt>
          </w:p>
        </w:tc>
      </w:tr>
      <w:tr w:rsidR="0056518C" w:rsidRPr="009D7059" w:rsidTr="00D45322">
        <w:tc>
          <w:tcPr>
            <w:tcW w:w="745" w:type="dxa"/>
            <w:vAlign w:val="bottom"/>
          </w:tcPr>
          <w:p w:rsidR="0056518C" w:rsidRPr="009D7059" w:rsidRDefault="0056518C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56518C" w:rsidRPr="009D7059" w:rsidRDefault="0056518C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56518C" w:rsidRPr="009D7059" w:rsidRDefault="00513945" w:rsidP="004F511A">
            <w:pPr>
              <w:pStyle w:val="Answers"/>
              <w:framePr w:hSpace="0" w:wrap="auto" w:vAnchor="margin" w:hAnchor="text" w:xAlign="left" w:yAlign="inline"/>
              <w:spacing w:before="0"/>
              <w:ind w:left="0" w:firstLin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4F511A">
              <w:rPr>
                <w:sz w:val="22"/>
              </w:rPr>
              <w:t>None of these</w:t>
            </w:r>
          </w:p>
        </w:tc>
      </w:tr>
    </w:tbl>
    <w:p w:rsidR="0056518C" w:rsidRPr="009D7059" w:rsidRDefault="0056518C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4F511A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E46EE9" w:rsidRPr="009D7059">
              <w:rPr>
                <w:sz w:val="22"/>
              </w:rPr>
              <w:t>8)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E96188" w:rsidRDefault="004F511A" w:rsidP="00C2259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Solve for x:  </w:t>
            </w:r>
            <w:sdt>
              <w:sdtPr>
                <w:rPr>
                  <w:sz w:val="22"/>
                </w:rPr>
                <w:id w:val="-1918706020"/>
                <w:placeholder>
                  <w:docPart w:val="6BFD4A7A19C24D4B9CD0F0C8840F0EFD"/>
                </w:placeholder>
              </w:sdtPr>
              <w:sdtEndPr/>
              <w:sdtContent>
                <m:oMath>
                  <m:f>
                    <m:fPr>
                      <m:ctrlPr>
                        <w:rPr>
                          <w:rFonts w:ascii="Cambria Math" w:hAnsi="Cambria Math" w:cstheme="minorHAnsi"/>
                          <w:sz w:val="2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9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2"/>
                    </w:rPr>
                    <m:t>=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27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6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x-3</m:t>
                      </m:r>
                    </m:sup>
                  </m:sSup>
                </m:oMath>
              </w:sdtContent>
            </w:sdt>
          </w:p>
        </w:tc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993228758"/>
            <w:placeholder>
              <w:docPart w:val="566446EFEE86409E95E770F4316DB14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4F511A" w:rsidRDefault="00B921D9" w:rsidP="004F51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18</m:t>
                      </m:r>
                    </m:den>
                  </m:f>
                </m:oMath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687784399"/>
            <w:placeholder>
              <w:docPart w:val="54BA55FBF70D4C539353669C951AD652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D7059" w:rsidRDefault="00B921D9" w:rsidP="004F511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6</m:t>
                      </m:r>
                    </m:den>
                  </m:f>
                </m:oMath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333688666"/>
            <w:placeholder>
              <w:docPart w:val="0B40E08DC7CE4C3ABF8BE8E2CB71332A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B02479" w:rsidRPr="009156DA" w:rsidRDefault="00B921D9" w:rsidP="00B02479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rFonts w:cstheme="minorHAnsi"/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2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2"/>
                        </w:rPr>
                        <m:t>18</m:t>
                      </m:r>
                    </m:den>
                  </m:f>
                </m:oMath>
              </w:p>
            </w:tc>
          </w:sdtContent>
        </w:sdt>
      </w:tr>
      <w:tr w:rsidR="00B02479" w:rsidRPr="009D7059" w:rsidTr="00D45322">
        <w:tc>
          <w:tcPr>
            <w:tcW w:w="745" w:type="dxa"/>
            <w:vAlign w:val="bottom"/>
          </w:tcPr>
          <w:p w:rsidR="00B02479" w:rsidRPr="009D7059" w:rsidRDefault="00B02479" w:rsidP="00B0247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B02479" w:rsidRPr="009D7059" w:rsidRDefault="00B02479" w:rsidP="00B0247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tc>
          <w:tcPr>
            <w:tcW w:w="8010" w:type="dxa"/>
            <w:vAlign w:val="bottom"/>
          </w:tcPr>
          <w:p w:rsidR="00B02479" w:rsidRPr="009D7059" w:rsidRDefault="00B921D9" w:rsidP="004F511A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18</m:t>
                  </m:r>
                </m:den>
              </m:f>
            </m:oMath>
            <w:sdt>
              <w:sdtPr>
                <w:rPr>
                  <w:rFonts w:ascii="Cambria Math" w:hAnsi="Cambria Math"/>
                  <w:i/>
                  <w:sz w:val="22"/>
                </w:rPr>
                <w:id w:val="1167588292"/>
                <w:placeholder>
                  <w:docPart w:val="BD1D6BB3D2E54AFEB4891643ED892ED1"/>
                </w:placeholder>
              </w:sdtPr>
              <w:sdtEndPr>
                <w:rPr>
                  <w:rFonts w:asciiTheme="minorHAnsi" w:hAnsiTheme="minorHAnsi"/>
                  <w:i w:val="0"/>
                </w:rPr>
              </w:sdtEndPr>
              <w:sdtContent>
                <m:oMath>
                  <m:r>
                    <w:rPr>
                      <w:rFonts w:ascii="Cambria Math" w:hAnsi="Cambria Math"/>
                      <w:sz w:val="22"/>
                    </w:rPr>
                    <m:t xml:space="preserve"> </m:t>
                  </m:r>
                </m:oMath>
              </w:sdtContent>
            </w:sdt>
          </w:p>
        </w:tc>
      </w:tr>
    </w:tbl>
    <w:p w:rsidR="00E46EE9" w:rsidRPr="009D7059" w:rsidRDefault="00E46EE9" w:rsidP="009D7059">
      <w:pPr>
        <w:spacing w:line="240" w:lineRule="auto"/>
        <w:contextualSpacing/>
        <w:rPr>
          <w:sz w:val="22"/>
        </w:rPr>
      </w:pPr>
    </w:p>
    <w:tbl>
      <w:tblPr>
        <w:tblpPr w:leftFromText="187" w:rightFromText="187" w:vertAnchor="text" w:horzAnchor="page" w:tblpX="1585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5"/>
        <w:gridCol w:w="540"/>
        <w:gridCol w:w="8010"/>
      </w:tblGrid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4F511A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E46EE9" w:rsidRPr="009D7059">
              <w:rPr>
                <w:sz w:val="22"/>
              </w:rPr>
              <w:t>9)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4F511A" w:rsidP="004F51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Solve fore x: </w:t>
            </w:r>
            <m:oMath>
              <m:func>
                <m:funcPr>
                  <m:ctrlPr>
                    <w:rPr>
                      <w:rFonts w:ascii="Cambria Math" w:hAnsi="Cambria Math"/>
                      <w:sz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10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>= -2</m:t>
              </m:r>
            </m:oMath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538786623"/>
            <w:placeholder>
              <w:docPart w:val="77302F2679B7416180FDE494802062C0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B921D9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10</m:t>
                      </m:r>
                    </m:den>
                  </m:f>
                </m:oMath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-1903057131"/>
            <w:placeholder>
              <w:docPart w:val="339F6975AEB64561B9D05C81FC891DAE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  <w:sdt>
                  <w:sdtPr>
                    <w:rPr>
                      <w:sz w:val="22"/>
                    </w:rPr>
                    <w:id w:val="-2006583765"/>
                    <w:placeholder>
                      <w:docPart w:val="54489DE58BFB4B448B5A1B066538A65A"/>
                    </w:placeholder>
                  </w:sdtPr>
                  <w:sdtEndPr/>
                  <w:sdtContent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sz w:val="22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2"/>
                            </w:rPr>
                            <m:t>100</m:t>
                          </m:r>
                        </m:den>
                      </m:f>
                    </m:oMath>
                  </w:sdtContent>
                </w:sdt>
                <w:r>
                  <w:rPr>
                    <w:sz w:val="22"/>
                  </w:rPr>
                  <w:t xml:space="preserve"> 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260417341"/>
            <w:placeholder>
              <w:docPart w:val="BDDBC6E9517243BDA6D983A1C8C7E6B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B3500A" w:rsidRDefault="00B921D9" w:rsidP="00D045D1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m:oMath>
                  <m:f>
                    <m:f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</w:rPr>
                        <m:t>1000</m:t>
                      </m:r>
                    </m:den>
                  </m:f>
                </m:oMath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1249197073"/>
            <w:placeholder>
              <w:docPart w:val="AFF6D49C89F34BD49E494A25945E70F3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4F51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None of these</w:t>
                </w:r>
              </w:p>
            </w:tc>
          </w:sdtContent>
        </w:sdt>
      </w:tr>
      <w:tr w:rsidR="004F511A" w:rsidRPr="009D7059" w:rsidTr="00D45322">
        <w:tc>
          <w:tcPr>
            <w:tcW w:w="745" w:type="dxa"/>
            <w:vAlign w:val="bottom"/>
          </w:tcPr>
          <w:p w:rsidR="004F511A" w:rsidRPr="009D7059" w:rsidRDefault="004F511A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4F511A" w:rsidRPr="009D7059" w:rsidRDefault="004F511A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  <w:vAlign w:val="bottom"/>
          </w:tcPr>
          <w:p w:rsidR="004F511A" w:rsidRDefault="004F511A" w:rsidP="004F511A">
            <w:pPr>
              <w:pStyle w:val="Answer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4F511A" w:rsidP="009D7059">
            <w:pPr>
              <w:pStyle w:val="Questionnumbering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>**</w:t>
            </w:r>
            <w:r w:rsidR="00E46EE9" w:rsidRPr="009D7059">
              <w:rPr>
                <w:sz w:val="22"/>
              </w:rPr>
              <w:t>10)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</w:p>
        </w:tc>
        <w:tc>
          <w:tcPr>
            <w:tcW w:w="8010" w:type="dxa"/>
          </w:tcPr>
          <w:p w:rsidR="00E46EE9" w:rsidRPr="009D7059" w:rsidRDefault="004F511A" w:rsidP="004F511A">
            <w:pPr>
              <w:pStyle w:val="Questions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>
              <w:rPr>
                <w:sz w:val="22"/>
              </w:rPr>
              <w:t xml:space="preserve">Solve for x: </w:t>
            </w:r>
            <m:oMath>
              <m:func>
                <m:funcPr>
                  <m:ctrlPr>
                    <w:rPr>
                      <w:rFonts w:ascii="Cambria Math" w:hAnsi="Cambria Math"/>
                      <w:sz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hAnsi="Cambria Math"/>
                  <w:sz w:val="22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</w:rPr>
                        <m:t>x-26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=3</m:t>
                  </m:r>
                </m:e>
              </m:func>
            </m:oMath>
          </w:p>
        </w:tc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a.</w:t>
            </w:r>
          </w:p>
        </w:tc>
        <w:sdt>
          <w:sdtPr>
            <w:rPr>
              <w:sz w:val="22"/>
            </w:rPr>
            <w:id w:val="1346980044"/>
            <w:placeholder>
              <w:docPart w:val="CA9285680D9B4B76ADA940DC172BDE9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4F511A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-1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b.</w:t>
            </w:r>
          </w:p>
        </w:tc>
        <w:sdt>
          <w:sdtPr>
            <w:rPr>
              <w:sz w:val="22"/>
            </w:rPr>
            <w:id w:val="108794560"/>
            <w:placeholder>
              <w:docPart w:val="A5D3D524EFB9446592FABCA2CF778766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4F511A">
                <w:pPr>
                  <w:pStyle w:val="Answers"/>
                  <w:framePr w:hSpace="0" w:wrap="auto" w:vAnchor="margin" w:hAnchor="text" w:xAlign="left" w:yAlign="inline"/>
                  <w:spacing w:before="0"/>
                  <w:ind w:left="0" w:firstLin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-27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c.</w:t>
            </w:r>
          </w:p>
        </w:tc>
        <w:sdt>
          <w:sdtPr>
            <w:rPr>
              <w:sz w:val="22"/>
            </w:rPr>
            <w:id w:val="-1921481237"/>
            <w:placeholder>
              <w:docPart w:val="3103E2A7BBA44F8EADF28954A9680059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FD4BA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27</w:t>
                </w:r>
              </w:p>
            </w:tc>
          </w:sdtContent>
        </w:sdt>
      </w:tr>
      <w:tr w:rsidR="00E46EE9" w:rsidRPr="009D7059" w:rsidTr="00D45322">
        <w:tc>
          <w:tcPr>
            <w:tcW w:w="745" w:type="dxa"/>
            <w:vAlign w:val="bottom"/>
          </w:tcPr>
          <w:p w:rsidR="00E46EE9" w:rsidRPr="009D7059" w:rsidRDefault="00E46EE9" w:rsidP="009D7059">
            <w:pPr>
              <w:pStyle w:val="Classdetails"/>
              <w:framePr w:hSpace="0" w:wrap="auto" w:vAnchor="margin" w:hAnchor="text" w:yAlign="inline"/>
              <w:spacing w:before="0"/>
              <w:contextualSpacing/>
              <w:rPr>
                <w:sz w:val="22"/>
              </w:rPr>
            </w:pPr>
          </w:p>
        </w:tc>
        <w:tc>
          <w:tcPr>
            <w:tcW w:w="540" w:type="dxa"/>
            <w:vAlign w:val="bottom"/>
          </w:tcPr>
          <w:p w:rsidR="00E46EE9" w:rsidRPr="009D7059" w:rsidRDefault="00E46EE9" w:rsidP="009D7059">
            <w:pPr>
              <w:pStyle w:val="Answerletteringa"/>
              <w:framePr w:hSpace="0" w:wrap="auto" w:vAnchor="margin" w:hAnchor="text" w:xAlign="left" w:yAlign="inline"/>
              <w:spacing w:before="0"/>
              <w:contextualSpacing/>
              <w:suppressOverlap w:val="0"/>
              <w:rPr>
                <w:sz w:val="22"/>
              </w:rPr>
            </w:pPr>
            <w:r w:rsidRPr="009D7059">
              <w:rPr>
                <w:sz w:val="22"/>
              </w:rPr>
              <w:t>d.</w:t>
            </w:r>
          </w:p>
        </w:tc>
        <w:sdt>
          <w:sdtPr>
            <w:rPr>
              <w:sz w:val="22"/>
            </w:rPr>
            <w:id w:val="-623378219"/>
            <w:placeholder>
              <w:docPart w:val="6F9CF16E3FB34BF59AC4E6D15FA35807"/>
            </w:placeholder>
          </w:sdtPr>
          <w:sdtEndPr/>
          <w:sdtContent>
            <w:tc>
              <w:tcPr>
                <w:tcW w:w="8010" w:type="dxa"/>
                <w:vAlign w:val="bottom"/>
              </w:tcPr>
              <w:p w:rsidR="00E46EE9" w:rsidRPr="009D7059" w:rsidRDefault="004F511A" w:rsidP="00FD4BA0">
                <w:pPr>
                  <w:pStyle w:val="Answers"/>
                  <w:framePr w:hSpace="0" w:wrap="auto" w:vAnchor="margin" w:hAnchor="text" w:xAlign="left" w:yAlign="inline"/>
                  <w:spacing w:before="0"/>
                  <w:contextualSpacing/>
                  <w:suppressOverlap w:val="0"/>
                  <w:rPr>
                    <w:sz w:val="22"/>
                  </w:rPr>
                </w:pPr>
                <w:r>
                  <w:rPr>
                    <w:sz w:val="22"/>
                  </w:rPr>
                  <w:t>27, -1</w:t>
                </w:r>
              </w:p>
            </w:tc>
          </w:sdtContent>
        </w:sdt>
      </w:tr>
    </w:tbl>
    <w:p w:rsidR="00B00E11" w:rsidRPr="009D7059" w:rsidRDefault="00B00E11" w:rsidP="00396BC5">
      <w:pPr>
        <w:spacing w:line="240" w:lineRule="auto"/>
        <w:ind w:left="0" w:firstLine="0"/>
        <w:contextualSpacing/>
        <w:rPr>
          <w:sz w:val="22"/>
        </w:rPr>
      </w:pPr>
    </w:p>
    <w:sectPr w:rsidR="00B00E11" w:rsidRPr="009D7059" w:rsidSect="003859B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BC" w:rsidRDefault="003859BC" w:rsidP="004F07FE">
      <w:pPr>
        <w:spacing w:after="0" w:line="240" w:lineRule="auto"/>
      </w:pPr>
      <w:r>
        <w:separator/>
      </w:r>
    </w:p>
  </w:endnote>
  <w:end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BC" w:rsidRPr="00466DC7" w:rsidRDefault="003859BC" w:rsidP="00466DC7">
    <w:pPr>
      <w:pStyle w:val="Pagenumbers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921D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BC" w:rsidRDefault="003859BC" w:rsidP="004F07FE">
      <w:pPr>
        <w:spacing w:after="0" w:line="240" w:lineRule="auto"/>
      </w:pPr>
      <w:r>
        <w:separator/>
      </w:r>
    </w:p>
  </w:footnote>
  <w:footnote w:type="continuationSeparator" w:id="0">
    <w:p w:rsidR="003859BC" w:rsidRDefault="003859BC" w:rsidP="004F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1D0C21AC28549C7A90373763C35DDA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921D9" w:rsidRDefault="00B921D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Precalculus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Quiz 3.1-3.4</w:t>
        </w:r>
      </w:p>
    </w:sdtContent>
  </w:sdt>
  <w:p w:rsidR="00B921D9" w:rsidRDefault="00B921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EAE"/>
    <w:multiLevelType w:val="hybridMultilevel"/>
    <w:tmpl w:val="0DB65CDA"/>
    <w:lvl w:ilvl="0" w:tplc="CB2CF6D0">
      <w:start w:val="1"/>
      <w:numFmt w:val="decimal"/>
      <w:pStyle w:val="Questionnumber"/>
      <w:lvlText w:val="%1)"/>
      <w:lvlJc w:val="left"/>
      <w:pPr>
        <w:ind w:left="720" w:hanging="360"/>
      </w:pPr>
      <w:rPr>
        <w:rFonts w:ascii="Calibri" w:eastAsiaTheme="minorEastAsia" w:hAnsi="Calibri" w:hint="default"/>
        <w:b w:val="0"/>
        <w:i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453E5"/>
    <w:multiLevelType w:val="hybridMultilevel"/>
    <w:tmpl w:val="326E0DB4"/>
    <w:lvl w:ilvl="0" w:tplc="3B942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07B61"/>
    <w:multiLevelType w:val="hybridMultilevel"/>
    <w:tmpl w:val="2DA2ECD6"/>
    <w:lvl w:ilvl="0" w:tplc="BC34A6BE">
      <w:start w:val="1"/>
      <w:numFmt w:val="decimal"/>
      <w:pStyle w:val="Questionnumb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D42C3"/>
    <w:multiLevelType w:val="hybridMultilevel"/>
    <w:tmpl w:val="24ECCD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81CBB"/>
    <w:multiLevelType w:val="hybridMultilevel"/>
    <w:tmpl w:val="BB76567A"/>
    <w:lvl w:ilvl="0" w:tplc="D8362488">
      <w:start w:val="1"/>
      <w:numFmt w:val="bullet"/>
      <w:pStyle w:val="Tips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B62E44"/>
    <w:multiLevelType w:val="hybridMultilevel"/>
    <w:tmpl w:val="38A0B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801DE"/>
    <w:multiLevelType w:val="hybridMultilevel"/>
    <w:tmpl w:val="FA481F7C"/>
    <w:lvl w:ilvl="0" w:tplc="B34E2FF4">
      <w:start w:val="1"/>
      <w:numFmt w:val="lowerLetter"/>
      <w:pStyle w:val="Answ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D23048B"/>
    <w:multiLevelType w:val="hybridMultilevel"/>
    <w:tmpl w:val="461ACC50"/>
    <w:lvl w:ilvl="0" w:tplc="F98E4E0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D5"/>
    <w:rsid w:val="0000780C"/>
    <w:rsid w:val="000210FD"/>
    <w:rsid w:val="000249BF"/>
    <w:rsid w:val="00075DBF"/>
    <w:rsid w:val="000B1BCA"/>
    <w:rsid w:val="000E05EC"/>
    <w:rsid w:val="000E62F6"/>
    <w:rsid w:val="000E6942"/>
    <w:rsid w:val="000F0CC4"/>
    <w:rsid w:val="000F4721"/>
    <w:rsid w:val="000F7721"/>
    <w:rsid w:val="001068A0"/>
    <w:rsid w:val="00133A59"/>
    <w:rsid w:val="0014355D"/>
    <w:rsid w:val="00147B28"/>
    <w:rsid w:val="001741B9"/>
    <w:rsid w:val="00182B91"/>
    <w:rsid w:val="00183FAB"/>
    <w:rsid w:val="00185E45"/>
    <w:rsid w:val="001C122E"/>
    <w:rsid w:val="001C2E47"/>
    <w:rsid w:val="001E7026"/>
    <w:rsid w:val="001F06E3"/>
    <w:rsid w:val="0020041F"/>
    <w:rsid w:val="00212C2F"/>
    <w:rsid w:val="0024033D"/>
    <w:rsid w:val="00251FC7"/>
    <w:rsid w:val="002A52D0"/>
    <w:rsid w:val="002B5B6F"/>
    <w:rsid w:val="002D0A93"/>
    <w:rsid w:val="002F3C79"/>
    <w:rsid w:val="002F6187"/>
    <w:rsid w:val="002F6B40"/>
    <w:rsid w:val="002F6D17"/>
    <w:rsid w:val="00302E28"/>
    <w:rsid w:val="00334183"/>
    <w:rsid w:val="0035541E"/>
    <w:rsid w:val="003702D7"/>
    <w:rsid w:val="00381AB4"/>
    <w:rsid w:val="003859BC"/>
    <w:rsid w:val="00396BC5"/>
    <w:rsid w:val="003A176D"/>
    <w:rsid w:val="003C703B"/>
    <w:rsid w:val="003D28D5"/>
    <w:rsid w:val="003D64A2"/>
    <w:rsid w:val="0040738C"/>
    <w:rsid w:val="00434E8E"/>
    <w:rsid w:val="004619EC"/>
    <w:rsid w:val="00466DC7"/>
    <w:rsid w:val="00474FAE"/>
    <w:rsid w:val="00475432"/>
    <w:rsid w:val="004955F9"/>
    <w:rsid w:val="004A2D7C"/>
    <w:rsid w:val="004B199C"/>
    <w:rsid w:val="004C20A3"/>
    <w:rsid w:val="004C612E"/>
    <w:rsid w:val="004D2D3C"/>
    <w:rsid w:val="004E366E"/>
    <w:rsid w:val="004F07FE"/>
    <w:rsid w:val="004F511A"/>
    <w:rsid w:val="004F5155"/>
    <w:rsid w:val="005006E2"/>
    <w:rsid w:val="00513945"/>
    <w:rsid w:val="00534F49"/>
    <w:rsid w:val="00546E22"/>
    <w:rsid w:val="0054737F"/>
    <w:rsid w:val="00562799"/>
    <w:rsid w:val="0056518C"/>
    <w:rsid w:val="005846D0"/>
    <w:rsid w:val="00590098"/>
    <w:rsid w:val="00594BFF"/>
    <w:rsid w:val="00595B02"/>
    <w:rsid w:val="00596F6E"/>
    <w:rsid w:val="005A17BE"/>
    <w:rsid w:val="005A19DD"/>
    <w:rsid w:val="005C01C9"/>
    <w:rsid w:val="005C6C7D"/>
    <w:rsid w:val="005F27B4"/>
    <w:rsid w:val="00610470"/>
    <w:rsid w:val="006118F8"/>
    <w:rsid w:val="006138C7"/>
    <w:rsid w:val="0061743B"/>
    <w:rsid w:val="00640A6C"/>
    <w:rsid w:val="006602D5"/>
    <w:rsid w:val="006753E6"/>
    <w:rsid w:val="006B4EC4"/>
    <w:rsid w:val="006E4C32"/>
    <w:rsid w:val="00710232"/>
    <w:rsid w:val="007131C2"/>
    <w:rsid w:val="007336AF"/>
    <w:rsid w:val="0073448A"/>
    <w:rsid w:val="007520F4"/>
    <w:rsid w:val="00756D00"/>
    <w:rsid w:val="00765E39"/>
    <w:rsid w:val="007740A0"/>
    <w:rsid w:val="007816AA"/>
    <w:rsid w:val="0078473A"/>
    <w:rsid w:val="007879C9"/>
    <w:rsid w:val="007950CF"/>
    <w:rsid w:val="007B087A"/>
    <w:rsid w:val="007D1034"/>
    <w:rsid w:val="007D2146"/>
    <w:rsid w:val="007D2A62"/>
    <w:rsid w:val="007D7C43"/>
    <w:rsid w:val="007E123A"/>
    <w:rsid w:val="00830B3D"/>
    <w:rsid w:val="008319BF"/>
    <w:rsid w:val="00834949"/>
    <w:rsid w:val="00845D1B"/>
    <w:rsid w:val="0086745F"/>
    <w:rsid w:val="0089004C"/>
    <w:rsid w:val="008A1390"/>
    <w:rsid w:val="008A1435"/>
    <w:rsid w:val="008A3C67"/>
    <w:rsid w:val="008B06E1"/>
    <w:rsid w:val="008C205F"/>
    <w:rsid w:val="008C4C68"/>
    <w:rsid w:val="008E47B2"/>
    <w:rsid w:val="008F2B9B"/>
    <w:rsid w:val="00911008"/>
    <w:rsid w:val="009156DA"/>
    <w:rsid w:val="00915F39"/>
    <w:rsid w:val="00930E76"/>
    <w:rsid w:val="00942A1F"/>
    <w:rsid w:val="00951D4D"/>
    <w:rsid w:val="0098454B"/>
    <w:rsid w:val="00987E0E"/>
    <w:rsid w:val="009B128D"/>
    <w:rsid w:val="009B516F"/>
    <w:rsid w:val="009C6445"/>
    <w:rsid w:val="009D6AE3"/>
    <w:rsid w:val="009D7059"/>
    <w:rsid w:val="009D7F91"/>
    <w:rsid w:val="00A31231"/>
    <w:rsid w:val="00A44BD6"/>
    <w:rsid w:val="00A452DC"/>
    <w:rsid w:val="00A66420"/>
    <w:rsid w:val="00A77026"/>
    <w:rsid w:val="00A80BBF"/>
    <w:rsid w:val="00A81331"/>
    <w:rsid w:val="00A84ED0"/>
    <w:rsid w:val="00AB051E"/>
    <w:rsid w:val="00AC16BA"/>
    <w:rsid w:val="00AD00DC"/>
    <w:rsid w:val="00AD5E87"/>
    <w:rsid w:val="00AF3241"/>
    <w:rsid w:val="00AF5DFB"/>
    <w:rsid w:val="00B00E11"/>
    <w:rsid w:val="00B02479"/>
    <w:rsid w:val="00B101A8"/>
    <w:rsid w:val="00B1432A"/>
    <w:rsid w:val="00B3500A"/>
    <w:rsid w:val="00B61456"/>
    <w:rsid w:val="00B6247C"/>
    <w:rsid w:val="00B921D9"/>
    <w:rsid w:val="00B967F1"/>
    <w:rsid w:val="00BB5888"/>
    <w:rsid w:val="00BB74AB"/>
    <w:rsid w:val="00BC40F3"/>
    <w:rsid w:val="00BD5B0D"/>
    <w:rsid w:val="00BE22AB"/>
    <w:rsid w:val="00C1222D"/>
    <w:rsid w:val="00C22599"/>
    <w:rsid w:val="00C32014"/>
    <w:rsid w:val="00C5093C"/>
    <w:rsid w:val="00C52855"/>
    <w:rsid w:val="00C73019"/>
    <w:rsid w:val="00C8278A"/>
    <w:rsid w:val="00CA65A3"/>
    <w:rsid w:val="00CE24D9"/>
    <w:rsid w:val="00CF0768"/>
    <w:rsid w:val="00CF60AF"/>
    <w:rsid w:val="00D016F0"/>
    <w:rsid w:val="00D045D1"/>
    <w:rsid w:val="00D107FF"/>
    <w:rsid w:val="00D45322"/>
    <w:rsid w:val="00D5773C"/>
    <w:rsid w:val="00D70453"/>
    <w:rsid w:val="00D715B6"/>
    <w:rsid w:val="00D76CC6"/>
    <w:rsid w:val="00DB09A2"/>
    <w:rsid w:val="00DB2ED7"/>
    <w:rsid w:val="00DC084C"/>
    <w:rsid w:val="00DD6A1C"/>
    <w:rsid w:val="00E22263"/>
    <w:rsid w:val="00E2230F"/>
    <w:rsid w:val="00E46EE9"/>
    <w:rsid w:val="00E71FCA"/>
    <w:rsid w:val="00E803C7"/>
    <w:rsid w:val="00E82AF4"/>
    <w:rsid w:val="00E96188"/>
    <w:rsid w:val="00EB0C97"/>
    <w:rsid w:val="00EE0124"/>
    <w:rsid w:val="00EE32A9"/>
    <w:rsid w:val="00EE3590"/>
    <w:rsid w:val="00F05A7F"/>
    <w:rsid w:val="00F1694C"/>
    <w:rsid w:val="00F2281A"/>
    <w:rsid w:val="00F259B6"/>
    <w:rsid w:val="00F32901"/>
    <w:rsid w:val="00F40F97"/>
    <w:rsid w:val="00F43010"/>
    <w:rsid w:val="00F4693E"/>
    <w:rsid w:val="00F52A35"/>
    <w:rsid w:val="00F66D22"/>
    <w:rsid w:val="00F67600"/>
    <w:rsid w:val="00F914C2"/>
    <w:rsid w:val="00FA2196"/>
    <w:rsid w:val="00FA2430"/>
    <w:rsid w:val="00FA5715"/>
    <w:rsid w:val="00FB044D"/>
    <w:rsid w:val="00FC3122"/>
    <w:rsid w:val="00FD4BA0"/>
    <w:rsid w:val="00FE5351"/>
    <w:rsid w:val="00FE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D6"/>
    <w:pPr>
      <w:spacing w:line="312" w:lineRule="auto"/>
      <w:ind w:left="720" w:hanging="720"/>
    </w:pPr>
    <w:rPr>
      <w:rFonts w:ascii="Century Gothic" w:eastAsia="Century Gothic" w:hAnsi="Century Gothic" w:cs="Times New Roman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4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14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14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14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14C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14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914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914C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Footer">
    <w:name w:val="footer"/>
    <w:basedOn w:val="Normal"/>
    <w:link w:val="FooterChar"/>
    <w:uiPriority w:val="99"/>
    <w:unhideWhenUsed/>
    <w:rsid w:val="00F91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4C2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Question">
    <w:name w:val="Question"/>
    <w:basedOn w:val="Normal"/>
    <w:rsid w:val="00F914C2"/>
    <w:pPr>
      <w:numPr>
        <w:numId w:val="1"/>
      </w:numPr>
      <w:tabs>
        <w:tab w:val="left" w:leader="underscore" w:pos="720"/>
      </w:tabs>
      <w:spacing w:before="240" w:after="0"/>
    </w:pPr>
    <w:rPr>
      <w:rFonts w:eastAsia="Times New Roman"/>
      <w:szCs w:val="24"/>
    </w:rPr>
  </w:style>
  <w:style w:type="paragraph" w:customStyle="1" w:styleId="Answer">
    <w:name w:val="Answer"/>
    <w:basedOn w:val="Normal"/>
    <w:qFormat/>
    <w:rsid w:val="00F914C2"/>
    <w:pPr>
      <w:numPr>
        <w:numId w:val="2"/>
      </w:numPr>
      <w:spacing w:after="0"/>
      <w:ind w:left="720" w:firstLine="0"/>
    </w:pPr>
  </w:style>
  <w:style w:type="character" w:styleId="CommentReference">
    <w:name w:val="annotation reference"/>
    <w:basedOn w:val="DefaultParagraphFont"/>
    <w:uiPriority w:val="99"/>
    <w:semiHidden/>
    <w:unhideWhenUsed/>
    <w:rsid w:val="00F9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4C2"/>
    <w:rPr>
      <w:rFonts w:ascii="Century Gothic" w:eastAsia="Century Gothic" w:hAnsi="Century Gothic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F914C2"/>
    <w:pPr>
      <w:contextualSpacing/>
    </w:pPr>
  </w:style>
  <w:style w:type="paragraph" w:customStyle="1" w:styleId="Tabletext">
    <w:name w:val="Table text"/>
    <w:basedOn w:val="Normal"/>
    <w:qFormat/>
    <w:rsid w:val="00F914C2"/>
    <w:pPr>
      <w:framePr w:hSpace="187" w:wrap="around" w:vAnchor="page" w:hAnchor="margin" w:y="2579"/>
      <w:spacing w:before="240" w:after="0" w:line="36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1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4C2"/>
    <w:rPr>
      <w:rFonts w:ascii="Tahoma" w:eastAsia="Century Gothic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7FE"/>
    <w:rPr>
      <w:rFonts w:ascii="Century Gothic" w:eastAsia="Century Gothic" w:hAnsi="Century Gothic" w:cs="Times New Roman"/>
      <w:sz w:val="20"/>
      <w:lang w:eastAsia="en-US"/>
    </w:rPr>
  </w:style>
  <w:style w:type="paragraph" w:customStyle="1" w:styleId="Testname">
    <w:name w:val="Test name"/>
    <w:basedOn w:val="Heading1"/>
    <w:qFormat/>
    <w:rsid w:val="00466DC7"/>
    <w:pPr>
      <w:spacing w:before="0" w:after="120" w:line="360" w:lineRule="auto"/>
      <w:ind w:left="0" w:firstLine="0"/>
    </w:pPr>
    <w:rPr>
      <w:color w:val="auto"/>
    </w:rPr>
  </w:style>
  <w:style w:type="paragraph" w:customStyle="1" w:styleId="Instructionstostudents">
    <w:name w:val="Instructions to students"/>
    <w:basedOn w:val="Normal"/>
    <w:qFormat/>
    <w:rsid w:val="007740A0"/>
    <w:pPr>
      <w:spacing w:before="120" w:after="0" w:line="240" w:lineRule="auto"/>
      <w:ind w:left="144" w:firstLine="0"/>
    </w:pPr>
    <w:rPr>
      <w:rFonts w:asciiTheme="minorHAnsi" w:eastAsiaTheme="minorEastAsia" w:hAnsiTheme="minorHAnsi" w:cstheme="minorHAnsi"/>
      <w:sz w:val="21"/>
    </w:rPr>
  </w:style>
  <w:style w:type="paragraph" w:customStyle="1" w:styleId="Classdetails">
    <w:name w:val="Class details"/>
    <w:basedOn w:val="Tabletext"/>
    <w:qFormat/>
    <w:rsid w:val="007740A0"/>
    <w:pPr>
      <w:framePr w:wrap="around"/>
      <w:spacing w:before="120" w:line="240" w:lineRule="auto"/>
    </w:pPr>
    <w:rPr>
      <w:rFonts w:asciiTheme="minorHAnsi" w:hAnsiTheme="minorHAnsi"/>
      <w:sz w:val="21"/>
    </w:rPr>
  </w:style>
  <w:style w:type="paragraph" w:customStyle="1" w:styleId="Instructionstitle">
    <w:name w:val="Instructions (title)"/>
    <w:basedOn w:val="Normal"/>
    <w:qFormat/>
    <w:rsid w:val="000E6942"/>
    <w:pPr>
      <w:spacing w:before="480" w:after="120" w:line="360" w:lineRule="auto"/>
      <w:ind w:left="0" w:firstLine="0"/>
    </w:pPr>
    <w:rPr>
      <w:rFonts w:asciiTheme="majorHAnsi" w:hAnsiTheme="majorHAnsi"/>
      <w:b/>
      <w:sz w:val="25"/>
    </w:rPr>
  </w:style>
  <w:style w:type="paragraph" w:customStyle="1" w:styleId="Assessmentnotestostudent">
    <w:name w:val="Assessment notes (to student)"/>
    <w:basedOn w:val="Header"/>
    <w:qFormat/>
    <w:rsid w:val="00133A59"/>
    <w:pPr>
      <w:spacing w:before="120"/>
      <w:ind w:left="288" w:firstLine="0"/>
    </w:pPr>
    <w:rPr>
      <w:rFonts w:asciiTheme="minorHAnsi" w:hAnsiTheme="minorHAnsi"/>
      <w:sz w:val="24"/>
    </w:rPr>
  </w:style>
  <w:style w:type="paragraph" w:customStyle="1" w:styleId="Testsectiontitles">
    <w:name w:val="Test section titles"/>
    <w:basedOn w:val="Normal"/>
    <w:qFormat/>
    <w:rsid w:val="00CE24D9"/>
    <w:pPr>
      <w:keepNext/>
      <w:keepLines/>
      <w:spacing w:before="360" w:after="240" w:line="23" w:lineRule="atLeast"/>
      <w:ind w:left="0" w:firstLine="0"/>
      <w:contextualSpacing/>
    </w:pPr>
    <w:rPr>
      <w:rFonts w:asciiTheme="majorHAnsi" w:hAnsiTheme="majorHAnsi"/>
      <w:b/>
      <w:sz w:val="25"/>
    </w:rPr>
  </w:style>
  <w:style w:type="character" w:styleId="PlaceholderText">
    <w:name w:val="Placeholder Text"/>
    <w:basedOn w:val="DefaultParagraphFont"/>
    <w:uiPriority w:val="99"/>
    <w:semiHidden/>
    <w:rsid w:val="00BC40F3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0E6942"/>
  </w:style>
  <w:style w:type="paragraph" w:customStyle="1" w:styleId="Questions">
    <w:name w:val="Questions"/>
    <w:basedOn w:val="Classdetails"/>
    <w:qFormat/>
    <w:rsid w:val="00C8278A"/>
    <w:pPr>
      <w:framePr w:wrap="around" w:vAnchor="text" w:hAnchor="page" w:x="1585" w:y="1"/>
      <w:suppressOverlap/>
    </w:pPr>
    <w:rPr>
      <w:b/>
    </w:rPr>
  </w:style>
  <w:style w:type="paragraph" w:customStyle="1" w:styleId="spacing">
    <w:name w:val="spacing"/>
    <w:basedOn w:val="Normal"/>
    <w:qFormat/>
    <w:rsid w:val="007B087A"/>
    <w:rPr>
      <w:rFonts w:asciiTheme="minorHAnsi" w:hAnsiTheme="minorHAnsi"/>
      <w:sz w:val="4"/>
      <w:szCs w:val="4"/>
    </w:rPr>
  </w:style>
  <w:style w:type="paragraph" w:customStyle="1" w:styleId="Testsectiontitlepagebreak">
    <w:name w:val="Test section title (page break)"/>
    <w:basedOn w:val="Testsectiontitles"/>
    <w:rsid w:val="0035541E"/>
    <w:pPr>
      <w:pageBreakBefore/>
    </w:pPr>
  </w:style>
  <w:style w:type="paragraph" w:customStyle="1" w:styleId="Tipsbulletedlist">
    <w:name w:val="Tips (bulleted list)"/>
    <w:basedOn w:val="ListParagraph"/>
    <w:rsid w:val="00466DC7"/>
    <w:pPr>
      <w:numPr>
        <w:numId w:val="5"/>
      </w:numPr>
      <w:spacing w:after="0" w:line="240" w:lineRule="auto"/>
      <w:ind w:left="792" w:hanging="720"/>
    </w:pPr>
    <w:rPr>
      <w:rFonts w:asciiTheme="minorHAnsi" w:hAnsiTheme="minorHAnsi"/>
      <w:sz w:val="21"/>
    </w:rPr>
  </w:style>
  <w:style w:type="paragraph" w:customStyle="1" w:styleId="Tipsforusingthistemplate">
    <w:name w:val="Tips for using this template"/>
    <w:basedOn w:val="Footer"/>
    <w:qFormat/>
    <w:rsid w:val="00A84ED0"/>
    <w:pPr>
      <w:spacing w:before="60" w:after="40"/>
      <w:ind w:left="0" w:firstLine="0"/>
    </w:pPr>
    <w:rPr>
      <w:rFonts w:asciiTheme="minorHAnsi" w:hAnsiTheme="minorHAnsi"/>
      <w:sz w:val="21"/>
    </w:rPr>
  </w:style>
  <w:style w:type="paragraph" w:customStyle="1" w:styleId="Pagenumbers">
    <w:name w:val="Page numbers"/>
    <w:basedOn w:val="Footer"/>
    <w:qFormat/>
    <w:rsid w:val="007E123A"/>
    <w:pPr>
      <w:spacing w:before="120" w:after="40"/>
      <w:jc w:val="right"/>
    </w:pPr>
    <w:rPr>
      <w:rFonts w:asciiTheme="minorHAnsi" w:hAnsiTheme="minorHAnsi"/>
      <w:sz w:val="21"/>
    </w:rPr>
  </w:style>
  <w:style w:type="paragraph" w:customStyle="1" w:styleId="Answers">
    <w:name w:val="Answers"/>
    <w:basedOn w:val="Classdetails"/>
    <w:qFormat/>
    <w:rsid w:val="005C01C9"/>
    <w:pPr>
      <w:framePr w:wrap="around" w:vAnchor="text" w:hAnchor="page" w:x="1585" w:y="1"/>
      <w:suppressOverlap/>
    </w:pPr>
  </w:style>
  <w:style w:type="paragraph" w:customStyle="1" w:styleId="Questionnumbers">
    <w:name w:val="Question numbers"/>
    <w:basedOn w:val="Normal"/>
    <w:qFormat/>
    <w:rsid w:val="005C01C9"/>
    <w:pPr>
      <w:framePr w:wrap="auto" w:vAnchor="text" w:hAnchor="page" w:x="1585" w:y="1"/>
      <w:numPr>
        <w:numId w:val="6"/>
      </w:numPr>
      <w:suppressOverlap/>
    </w:pPr>
    <w:rPr>
      <w:rFonts w:asciiTheme="minorHAnsi" w:hAnsiTheme="minorHAnsi"/>
      <w:sz w:val="24"/>
    </w:rPr>
  </w:style>
  <w:style w:type="paragraph" w:customStyle="1" w:styleId="Answerletteringa">
    <w:name w:val="Answer lettering (a"/>
    <w:aliases w:val="b,c)"/>
    <w:basedOn w:val="Classdetails"/>
    <w:qFormat/>
    <w:rsid w:val="005C01C9"/>
    <w:pPr>
      <w:framePr w:wrap="around" w:vAnchor="text" w:hAnchor="page" w:x="1585" w:y="1"/>
      <w:suppressOverlap/>
      <w:jc w:val="right"/>
    </w:pPr>
  </w:style>
  <w:style w:type="paragraph" w:customStyle="1" w:styleId="Questionnumber">
    <w:name w:val="Question number"/>
    <w:basedOn w:val="Classdetails"/>
    <w:qFormat/>
    <w:rsid w:val="005C01C9"/>
    <w:pPr>
      <w:framePr w:wrap="around" w:vAnchor="text" w:hAnchor="page" w:x="1585" w:y="1"/>
      <w:numPr>
        <w:numId w:val="7"/>
      </w:numPr>
      <w:suppressOverlap/>
    </w:pPr>
  </w:style>
  <w:style w:type="paragraph" w:customStyle="1" w:styleId="Questionnumbering">
    <w:name w:val="Question numbering"/>
    <w:basedOn w:val="Classdetails"/>
    <w:qFormat/>
    <w:rsid w:val="00CE24D9"/>
    <w:pPr>
      <w:framePr w:wrap="around" w:vAnchor="text" w:hAnchor="page" w:x="1585" w:y="1"/>
      <w:suppressOverlap/>
    </w:pPr>
  </w:style>
  <w:style w:type="paragraph" w:customStyle="1" w:styleId="Testsectiontitle">
    <w:name w:val="Test section title"/>
    <w:basedOn w:val="Normal"/>
    <w:qFormat/>
    <w:rsid w:val="003C703B"/>
    <w:pPr>
      <w:keepNext/>
      <w:keepLines/>
      <w:spacing w:before="360" w:after="0" w:line="240" w:lineRule="auto"/>
      <w:ind w:left="0" w:firstLine="0"/>
      <w:contextualSpacing/>
    </w:pPr>
    <w:rPr>
      <w:rFonts w:asciiTheme="majorHAnsi" w:hAnsiTheme="majorHAnsi"/>
      <w:b/>
      <w:sz w:val="25"/>
    </w:rPr>
  </w:style>
  <w:style w:type="table" w:styleId="TableGrid">
    <w:name w:val="Table Grid"/>
    <w:basedOn w:val="TableNormal"/>
    <w:uiPriority w:val="59"/>
    <w:rsid w:val="00CF60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tron\Application%20Data\Microsoft\Templates\multchcBBk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988212547A2466FB2FD356D24A30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B2671-3FAD-49A6-95C4-BB4ABB068ABB}"/>
      </w:docPartPr>
      <w:docPartBody>
        <w:p w:rsidR="001D5721" w:rsidRDefault="005C3D40">
          <w:pPr>
            <w:pStyle w:val="1988212547A2466FB2FD356D24A30AD5"/>
          </w:pPr>
          <w:r>
            <w:t xml:space="preserve">[Type the test instructions here. </w:t>
          </w:r>
          <w:r w:rsidRPr="00ED01D6">
            <w:t>For exampl</w:t>
          </w:r>
          <w:r>
            <w:t>e, instruct students to read</w:t>
          </w:r>
          <w:r w:rsidRPr="00ED01D6">
            <w:t xml:space="preserve"> e</w:t>
          </w:r>
          <w:r>
            <w:t>ach question carefully and then print the letter</w:t>
          </w:r>
          <w:r w:rsidRPr="00ED01D6">
            <w:t xml:space="preserve"> of the correct answer next to the question.</w:t>
          </w:r>
          <w:r>
            <w:t>]</w:t>
          </w:r>
        </w:p>
      </w:docPartBody>
    </w:docPart>
    <w:docPart>
      <w:docPartPr>
        <w:name w:val="70A3139BB0F646BBA94054AE9349D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01EC2-7F87-4778-B26C-9F8E0970862E}"/>
      </w:docPartPr>
      <w:docPartBody>
        <w:p w:rsidR="001D5721" w:rsidRDefault="00DB6756" w:rsidP="00DB6756">
          <w:pPr>
            <w:pStyle w:val="70A3139BB0F646BBA94054AE9349D814"/>
          </w:pPr>
          <w:r w:rsidRPr="00CE24D9">
            <w:t>[Type question here]</w:t>
          </w:r>
        </w:p>
      </w:docPartBody>
    </w:docPart>
    <w:docPart>
      <w:docPartPr>
        <w:name w:val="E5243F7E594C4B0E89409374311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458F-9EDA-4D42-BBBB-F18D3752B422}"/>
      </w:docPartPr>
      <w:docPartBody>
        <w:p w:rsidR="001D5721" w:rsidRDefault="00DB6756" w:rsidP="00DB6756">
          <w:pPr>
            <w:pStyle w:val="E5243F7E594C4B0E89409374311A62A7"/>
          </w:pPr>
          <w:r>
            <w:t>[Answer A]</w:t>
          </w:r>
        </w:p>
      </w:docPartBody>
    </w:docPart>
    <w:docPart>
      <w:docPartPr>
        <w:name w:val="99B9028FA4544CD19F6FDAD1757B8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2A723-B1F4-4C67-B701-602C5AEAEC98}"/>
      </w:docPartPr>
      <w:docPartBody>
        <w:p w:rsidR="001D5721" w:rsidRDefault="00DB6756" w:rsidP="00DB6756">
          <w:pPr>
            <w:pStyle w:val="99B9028FA4544CD19F6FDAD1757B8F43"/>
          </w:pPr>
          <w:r>
            <w:t>[Answer B]</w:t>
          </w:r>
        </w:p>
      </w:docPartBody>
    </w:docPart>
    <w:docPart>
      <w:docPartPr>
        <w:name w:val="01535A5E3FD44463A5BA72F1D8813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07E349-D88E-4B17-8A60-0CC86232499C}"/>
      </w:docPartPr>
      <w:docPartBody>
        <w:p w:rsidR="001D5721" w:rsidRDefault="00DB6756" w:rsidP="00DB6756">
          <w:pPr>
            <w:pStyle w:val="01535A5E3FD44463A5BA72F1D8813855"/>
          </w:pPr>
          <w:r>
            <w:t>[Answer C]</w:t>
          </w:r>
        </w:p>
      </w:docPartBody>
    </w:docPart>
    <w:docPart>
      <w:docPartPr>
        <w:name w:val="33A7280DC0D544988D4B034346ACA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211812-2354-41D8-A82F-E9D8FF80824D}"/>
      </w:docPartPr>
      <w:docPartBody>
        <w:p w:rsidR="001D5721" w:rsidRDefault="00DB6756" w:rsidP="00DB6756">
          <w:pPr>
            <w:pStyle w:val="33A7280DC0D544988D4B034346ACA42E"/>
          </w:pPr>
          <w:r>
            <w:t>[Answer D]</w:t>
          </w:r>
        </w:p>
      </w:docPartBody>
    </w:docPart>
    <w:docPart>
      <w:docPartPr>
        <w:name w:val="CCBD3E5208184807B976AF8B693F5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59B67-BD87-433A-8483-A17E9DB1EC2B}"/>
      </w:docPartPr>
      <w:docPartBody>
        <w:p w:rsidR="001D5721" w:rsidRDefault="00DB6756" w:rsidP="00DB6756">
          <w:pPr>
            <w:pStyle w:val="CCBD3E5208184807B976AF8B693F5472"/>
          </w:pPr>
          <w:r>
            <w:t>[Answer A]</w:t>
          </w:r>
        </w:p>
      </w:docPartBody>
    </w:docPart>
    <w:docPart>
      <w:docPartPr>
        <w:name w:val="0FAC843C5AA74B659AF1E8FD27E0F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AF827-1A20-4608-9AFE-021DF134755B}"/>
      </w:docPartPr>
      <w:docPartBody>
        <w:p w:rsidR="001D5721" w:rsidRDefault="00DB6756" w:rsidP="00DB6756">
          <w:pPr>
            <w:pStyle w:val="0FAC843C5AA74B659AF1E8FD27E0F1F3"/>
          </w:pPr>
          <w:r>
            <w:t>[Answer A]</w:t>
          </w:r>
        </w:p>
      </w:docPartBody>
    </w:docPart>
    <w:docPart>
      <w:docPartPr>
        <w:name w:val="9E2A3A3413654B9D861CC0BCD665D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974F8-8DB9-40FC-B0C8-488DF4DF0BA7}"/>
      </w:docPartPr>
      <w:docPartBody>
        <w:p w:rsidR="001D5721" w:rsidRDefault="00DB6756" w:rsidP="00DB6756">
          <w:pPr>
            <w:pStyle w:val="9E2A3A3413654B9D861CC0BCD665D1AF"/>
          </w:pPr>
          <w:r w:rsidRPr="00CE24D9">
            <w:t>[Answer B]</w:t>
          </w:r>
        </w:p>
      </w:docPartBody>
    </w:docPart>
    <w:docPart>
      <w:docPartPr>
        <w:name w:val="9CE24F645354492DAA2536A07E88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76A59-793B-4189-ABD3-9AFD540EFE41}"/>
      </w:docPartPr>
      <w:docPartBody>
        <w:p w:rsidR="001D5721" w:rsidRDefault="00DB6756" w:rsidP="00DB6756">
          <w:pPr>
            <w:pStyle w:val="9CE24F645354492DAA2536A07E889448"/>
          </w:pPr>
          <w:r w:rsidRPr="00CE24D9">
            <w:t>[Answer C]</w:t>
          </w:r>
        </w:p>
      </w:docPartBody>
    </w:docPart>
    <w:docPart>
      <w:docPartPr>
        <w:name w:val="7614A8C0D26D4A109B12A3E7741C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A27CA-EAF7-4F86-9EF2-A3F05B938A3A}"/>
      </w:docPartPr>
      <w:docPartBody>
        <w:p w:rsidR="001D5721" w:rsidRDefault="00DB6756" w:rsidP="00DB6756">
          <w:pPr>
            <w:pStyle w:val="7614A8C0D26D4A109B12A3E7741CBA7E"/>
          </w:pPr>
          <w:r w:rsidRPr="00CE24D9">
            <w:t>[Answer D]</w:t>
          </w:r>
        </w:p>
      </w:docPartBody>
    </w:docPart>
    <w:docPart>
      <w:docPartPr>
        <w:name w:val="5FE0E47704DB4C85933D73079D170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97BDA-51E9-48DD-8260-617D44E3E17B}"/>
      </w:docPartPr>
      <w:docPartBody>
        <w:p w:rsidR="001D5721" w:rsidRDefault="00DB6756" w:rsidP="00DB6756">
          <w:pPr>
            <w:pStyle w:val="5FE0E47704DB4C85933D73079D1704A9"/>
          </w:pPr>
          <w:r>
            <w:t>[Answer A]</w:t>
          </w:r>
        </w:p>
      </w:docPartBody>
    </w:docPart>
    <w:docPart>
      <w:docPartPr>
        <w:name w:val="1FFEA50408964029823646DA83F93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CC16-19A0-4340-B189-80D3584B23CF}"/>
      </w:docPartPr>
      <w:docPartBody>
        <w:p w:rsidR="001D5721" w:rsidRDefault="00DB6756" w:rsidP="00DB6756">
          <w:pPr>
            <w:pStyle w:val="1FFEA50408964029823646DA83F939BC"/>
          </w:pPr>
          <w:r>
            <w:t>[Answer A]</w:t>
          </w:r>
        </w:p>
      </w:docPartBody>
    </w:docPart>
    <w:docPart>
      <w:docPartPr>
        <w:name w:val="2EE842F22B0C4A46B049C25824464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17F4-23F0-4BBF-BD16-BE8AF6655788}"/>
      </w:docPartPr>
      <w:docPartBody>
        <w:p w:rsidR="001D5721" w:rsidRDefault="00DB6756" w:rsidP="00DB6756">
          <w:pPr>
            <w:pStyle w:val="2EE842F22B0C4A46B049C2582446464D"/>
          </w:pPr>
          <w:r w:rsidRPr="00CE24D9">
            <w:t>[Answer B]</w:t>
          </w:r>
        </w:p>
      </w:docPartBody>
    </w:docPart>
    <w:docPart>
      <w:docPartPr>
        <w:name w:val="627684CEDF8945FD94E685A49354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7A306-653B-4608-B8D4-7C3A66231EBF}"/>
      </w:docPartPr>
      <w:docPartBody>
        <w:p w:rsidR="001D5721" w:rsidRDefault="00DB6756" w:rsidP="00DB6756">
          <w:pPr>
            <w:pStyle w:val="627684CEDF8945FD94E685A49354445A"/>
          </w:pPr>
          <w:r w:rsidRPr="00CE24D9">
            <w:t>[Answer C]</w:t>
          </w:r>
        </w:p>
      </w:docPartBody>
    </w:docPart>
    <w:docPart>
      <w:docPartPr>
        <w:name w:val="7A2C635E8C1B42E6A15C764535ED5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0BE23-988A-4459-8ADF-8669642F484B}"/>
      </w:docPartPr>
      <w:docPartBody>
        <w:p w:rsidR="001D5721" w:rsidRDefault="00DB6756" w:rsidP="00DB6756">
          <w:pPr>
            <w:pStyle w:val="7A2C635E8C1B42E6A15C764535ED574E"/>
          </w:pPr>
          <w:r w:rsidRPr="00CE24D9">
            <w:t>[Answer D]</w:t>
          </w:r>
        </w:p>
      </w:docPartBody>
    </w:docPart>
    <w:docPart>
      <w:docPartPr>
        <w:name w:val="09F2C76ECE484777836BBA355C741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D9AA5-B156-4E77-95E9-DAA33F13CB0D}"/>
      </w:docPartPr>
      <w:docPartBody>
        <w:p w:rsidR="001D5721" w:rsidRDefault="00DB6756" w:rsidP="00DB6756">
          <w:pPr>
            <w:pStyle w:val="09F2C76ECE484777836BBA355C741997"/>
          </w:pPr>
          <w:r>
            <w:t>[Answer A]</w:t>
          </w:r>
        </w:p>
      </w:docPartBody>
    </w:docPart>
    <w:docPart>
      <w:docPartPr>
        <w:name w:val="59AC5FC1462B4812A348410091E3B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4F7FF-B980-4F18-BF40-14DB21621907}"/>
      </w:docPartPr>
      <w:docPartBody>
        <w:p w:rsidR="001D5721" w:rsidRDefault="00DB6756" w:rsidP="00DB6756">
          <w:pPr>
            <w:pStyle w:val="59AC5FC1462B4812A348410091E3B114"/>
          </w:pPr>
          <w:r w:rsidRPr="00CE24D9">
            <w:t>[Answer B]</w:t>
          </w:r>
        </w:p>
      </w:docPartBody>
    </w:docPart>
    <w:docPart>
      <w:docPartPr>
        <w:name w:val="8CEC68ADDB944464AECAF24B62B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45451-32C9-4A7D-8B14-A544701B4235}"/>
      </w:docPartPr>
      <w:docPartBody>
        <w:p w:rsidR="001D5721" w:rsidRDefault="00DB6756" w:rsidP="00DB6756">
          <w:pPr>
            <w:pStyle w:val="8CEC68ADDB944464AECAF24B62B68DFE"/>
          </w:pPr>
          <w:r w:rsidRPr="00CE24D9">
            <w:t>[Answer C]</w:t>
          </w:r>
        </w:p>
      </w:docPartBody>
    </w:docPart>
    <w:docPart>
      <w:docPartPr>
        <w:name w:val="28307EBC2FBD4C6887150B9A81C6B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FC440-A23F-43C5-BA9E-05CB351E9B99}"/>
      </w:docPartPr>
      <w:docPartBody>
        <w:p w:rsidR="001D5721" w:rsidRDefault="00DB6756" w:rsidP="00DB6756">
          <w:pPr>
            <w:pStyle w:val="28307EBC2FBD4C6887150B9A81C6BF8E"/>
          </w:pPr>
          <w:r w:rsidRPr="00CE24D9">
            <w:t>[Answer D]</w:t>
          </w:r>
        </w:p>
      </w:docPartBody>
    </w:docPart>
    <w:docPart>
      <w:docPartPr>
        <w:name w:val="77302F2679B7416180FDE49480206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36B1F-2CEA-4970-BE68-ED948F4E65A9}"/>
      </w:docPartPr>
      <w:docPartBody>
        <w:p w:rsidR="001D5721" w:rsidRDefault="00DB6756" w:rsidP="00DB6756">
          <w:pPr>
            <w:pStyle w:val="77302F2679B7416180FDE494802062C0"/>
          </w:pPr>
          <w:r>
            <w:t>[Answer A]</w:t>
          </w:r>
        </w:p>
      </w:docPartBody>
    </w:docPart>
    <w:docPart>
      <w:docPartPr>
        <w:name w:val="339F6975AEB64561B9D05C81FC891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7EDCB-F747-43BB-8365-BC6D468A78B4}"/>
      </w:docPartPr>
      <w:docPartBody>
        <w:p w:rsidR="001D5721" w:rsidRDefault="00DB6756" w:rsidP="00DB6756">
          <w:pPr>
            <w:pStyle w:val="339F6975AEB64561B9D05C81FC891DAE"/>
          </w:pPr>
          <w:r w:rsidRPr="00CE24D9">
            <w:t>[Answer B]</w:t>
          </w:r>
        </w:p>
      </w:docPartBody>
    </w:docPart>
    <w:docPart>
      <w:docPartPr>
        <w:name w:val="AFF6D49C89F34BD49E494A25945E7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D0A67-AE4E-4A4B-ABD0-FAE91067EB35}"/>
      </w:docPartPr>
      <w:docPartBody>
        <w:p w:rsidR="001D5721" w:rsidRDefault="00DB6756" w:rsidP="00DB6756">
          <w:pPr>
            <w:pStyle w:val="AFF6D49C89F34BD49E494A25945E70F3"/>
          </w:pPr>
          <w:r w:rsidRPr="00CE24D9">
            <w:t>[Answer D]</w:t>
          </w:r>
        </w:p>
      </w:docPartBody>
    </w:docPart>
    <w:docPart>
      <w:docPartPr>
        <w:name w:val="CA9285680D9B4B76ADA940DC172B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82276-009F-4980-8C06-0BAC2479E927}"/>
      </w:docPartPr>
      <w:docPartBody>
        <w:p w:rsidR="001D5721" w:rsidRDefault="00DB6756" w:rsidP="00DB6756">
          <w:pPr>
            <w:pStyle w:val="CA9285680D9B4B76ADA940DC172BDE96"/>
          </w:pPr>
          <w:r>
            <w:t>[Answer A]</w:t>
          </w:r>
        </w:p>
      </w:docPartBody>
    </w:docPart>
    <w:docPart>
      <w:docPartPr>
        <w:name w:val="A5D3D524EFB9446592FABCA2CF778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6DF9D-6A79-473B-9485-7B2682111471}"/>
      </w:docPartPr>
      <w:docPartBody>
        <w:p w:rsidR="001D5721" w:rsidRDefault="00DB6756" w:rsidP="00DB6756">
          <w:pPr>
            <w:pStyle w:val="A5D3D524EFB9446592FABCA2CF778766"/>
          </w:pPr>
          <w:r w:rsidRPr="00CE24D9">
            <w:t>[Answer B]</w:t>
          </w:r>
        </w:p>
      </w:docPartBody>
    </w:docPart>
    <w:docPart>
      <w:docPartPr>
        <w:name w:val="3103E2A7BBA44F8EADF28954A968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B2AD2-62C7-476C-8653-708034A928F4}"/>
      </w:docPartPr>
      <w:docPartBody>
        <w:p w:rsidR="001D5721" w:rsidRDefault="00DB6756" w:rsidP="00DB6756">
          <w:pPr>
            <w:pStyle w:val="3103E2A7BBA44F8EADF28954A9680059"/>
          </w:pPr>
          <w:r w:rsidRPr="00CE24D9">
            <w:t>[Answer C]</w:t>
          </w:r>
        </w:p>
      </w:docPartBody>
    </w:docPart>
    <w:docPart>
      <w:docPartPr>
        <w:name w:val="6F9CF16E3FB34BF59AC4E6D15FA35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27260-9539-407F-84BB-954284D04914}"/>
      </w:docPartPr>
      <w:docPartBody>
        <w:p w:rsidR="001D5721" w:rsidRDefault="00DB6756" w:rsidP="00DB6756">
          <w:pPr>
            <w:pStyle w:val="6F9CF16E3FB34BF59AC4E6D15FA35807"/>
          </w:pPr>
          <w:r w:rsidRPr="00CE24D9">
            <w:t>[Answer D]</w:t>
          </w:r>
        </w:p>
      </w:docPartBody>
    </w:docPart>
    <w:docPart>
      <w:docPartPr>
        <w:name w:val="0F4D0F8AAE4C431F84B0BD0CB0F8E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05F8E-D046-4C0F-BFFA-0376AEB90706}"/>
      </w:docPartPr>
      <w:docPartBody>
        <w:p w:rsidR="005310A8" w:rsidRDefault="005310A8" w:rsidP="005310A8">
          <w:pPr>
            <w:pStyle w:val="0F4D0F8AAE4C431F84B0BD0CB0F8EC71"/>
          </w:pPr>
          <w:r>
            <w:t>[Answer A]</w:t>
          </w:r>
        </w:p>
      </w:docPartBody>
    </w:docPart>
    <w:docPart>
      <w:docPartPr>
        <w:name w:val="23A36A64C960489AA1FC97EB136B4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3BD22-CD2B-4103-BA73-2C6DA8C889B4}"/>
      </w:docPartPr>
      <w:docPartBody>
        <w:p w:rsidR="005310A8" w:rsidRDefault="005310A8" w:rsidP="005310A8">
          <w:pPr>
            <w:pStyle w:val="23A36A64C960489AA1FC97EB136B4FB0"/>
          </w:pPr>
          <w:r>
            <w:t>[Answer A]</w:t>
          </w:r>
        </w:p>
      </w:docPartBody>
    </w:docPart>
    <w:docPart>
      <w:docPartPr>
        <w:name w:val="94E4FFD7C8D64BAB8D2F0611B6E28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F9A38-6688-4C38-8C4E-39364D50103C}"/>
      </w:docPartPr>
      <w:docPartBody>
        <w:p w:rsidR="005310A8" w:rsidRDefault="005310A8" w:rsidP="005310A8">
          <w:pPr>
            <w:pStyle w:val="94E4FFD7C8D64BAB8D2F0611B6E287DD"/>
          </w:pPr>
          <w:r>
            <w:t>[Answer A]</w:t>
          </w:r>
        </w:p>
      </w:docPartBody>
    </w:docPart>
    <w:docPart>
      <w:docPartPr>
        <w:name w:val="F19E70C0E7A34D1A81D636047CF23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9F419-A25D-425A-9AC7-4C21621C1696}"/>
      </w:docPartPr>
      <w:docPartBody>
        <w:p w:rsidR="005310A8" w:rsidRDefault="005310A8" w:rsidP="005310A8">
          <w:pPr>
            <w:pStyle w:val="F19E70C0E7A34D1A81D636047CF236E5"/>
          </w:pPr>
          <w:r>
            <w:t>[Answer A]</w:t>
          </w:r>
        </w:p>
      </w:docPartBody>
    </w:docPart>
    <w:docPart>
      <w:docPartPr>
        <w:name w:val="AE975DEE4CE941A89E4570CB64818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CB7EF-69A9-450A-A51F-C1494C0C994B}"/>
      </w:docPartPr>
      <w:docPartBody>
        <w:p w:rsidR="005310A8" w:rsidRDefault="005310A8" w:rsidP="005310A8">
          <w:pPr>
            <w:pStyle w:val="AE975DEE4CE941A89E4570CB64818AE3"/>
          </w:pPr>
          <w:r>
            <w:t>[Answer A]</w:t>
          </w:r>
        </w:p>
      </w:docPartBody>
    </w:docPart>
    <w:docPart>
      <w:docPartPr>
        <w:name w:val="0A37E957C26240F5BD77FA02C041B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17128-5087-4863-A851-8A4240944FED}"/>
      </w:docPartPr>
      <w:docPartBody>
        <w:p w:rsidR="005310A8" w:rsidRDefault="005310A8" w:rsidP="005310A8">
          <w:pPr>
            <w:pStyle w:val="0A37E957C26240F5BD77FA02C041BA70"/>
          </w:pPr>
          <w:r>
            <w:t>[Answer A]</w:t>
          </w:r>
        </w:p>
      </w:docPartBody>
    </w:docPart>
    <w:docPart>
      <w:docPartPr>
        <w:name w:val="C1D907D9639147A393E791E115B84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7260B-5567-4301-86FA-3C3B602AFE1B}"/>
      </w:docPartPr>
      <w:docPartBody>
        <w:p w:rsidR="005310A8" w:rsidRDefault="005310A8" w:rsidP="005310A8">
          <w:pPr>
            <w:pStyle w:val="C1D907D9639147A393E791E115B8424C"/>
          </w:pPr>
          <w:r>
            <w:t>[Answer A]</w:t>
          </w:r>
        </w:p>
      </w:docPartBody>
    </w:docPart>
    <w:docPart>
      <w:docPartPr>
        <w:name w:val="7DBECC8FEAF74DB1B8BF7372A1B97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8DCD7-6556-4B76-B3F8-492C244729EF}"/>
      </w:docPartPr>
      <w:docPartBody>
        <w:p w:rsidR="005310A8" w:rsidRDefault="005310A8" w:rsidP="005310A8">
          <w:pPr>
            <w:pStyle w:val="7DBECC8FEAF74DB1B8BF7372A1B97569"/>
          </w:pPr>
          <w:r>
            <w:t>[Answer A]</w:t>
          </w:r>
        </w:p>
      </w:docPartBody>
    </w:docPart>
    <w:docPart>
      <w:docPartPr>
        <w:name w:val="54BA55FBF70D4C539353669C951AD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1799-390E-43B6-BD62-688F23E39CC2}"/>
      </w:docPartPr>
      <w:docPartBody>
        <w:p w:rsidR="005310A8" w:rsidRDefault="005310A8" w:rsidP="005310A8">
          <w:pPr>
            <w:pStyle w:val="54BA55FBF70D4C539353669C951AD652"/>
          </w:pPr>
          <w:r>
            <w:t>[Answer B]</w:t>
          </w:r>
        </w:p>
      </w:docPartBody>
    </w:docPart>
    <w:docPart>
      <w:docPartPr>
        <w:name w:val="0B40E08DC7CE4C3ABF8BE8E2CB713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8D459-458D-4EE5-A101-B15B37E0DF14}"/>
      </w:docPartPr>
      <w:docPartBody>
        <w:p w:rsidR="005310A8" w:rsidRDefault="005310A8" w:rsidP="005310A8">
          <w:pPr>
            <w:pStyle w:val="0B40E08DC7CE4C3ABF8BE8E2CB71332A"/>
          </w:pPr>
          <w:r>
            <w:t>[Answer C]</w:t>
          </w:r>
        </w:p>
      </w:docPartBody>
    </w:docPart>
    <w:docPart>
      <w:docPartPr>
        <w:name w:val="BD1D6BB3D2E54AFEB4891643ED892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A5AD8-0F3D-4259-ACCC-68804CBD4DCB}"/>
      </w:docPartPr>
      <w:docPartBody>
        <w:p w:rsidR="005310A8" w:rsidRDefault="005310A8" w:rsidP="005310A8">
          <w:pPr>
            <w:pStyle w:val="BD1D6BB3D2E54AFEB4891643ED892ED1"/>
          </w:pPr>
          <w:r>
            <w:t>[Answer D]</w:t>
          </w:r>
        </w:p>
      </w:docPartBody>
    </w:docPart>
    <w:docPart>
      <w:docPartPr>
        <w:name w:val="D0A85E8B7FB649AA9F8CEFA1C374A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5FA5D-B01D-4DD8-BE71-B02686B6DA11}"/>
      </w:docPartPr>
      <w:docPartBody>
        <w:p w:rsidR="000B191E" w:rsidRDefault="00716DDC" w:rsidP="00716DDC">
          <w:pPr>
            <w:pStyle w:val="D0A85E8B7FB649AA9F8CEFA1C374A664"/>
          </w:pPr>
          <w:r>
            <w:t>[Answer A]</w:t>
          </w:r>
        </w:p>
      </w:docPartBody>
    </w:docPart>
    <w:docPart>
      <w:docPartPr>
        <w:name w:val="2BE56179C779428C9515F2616D844B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9AE06-6368-46D7-B1F5-64349CA27364}"/>
      </w:docPartPr>
      <w:docPartBody>
        <w:p w:rsidR="00C627CD" w:rsidRDefault="000B191E" w:rsidP="000B191E">
          <w:pPr>
            <w:pStyle w:val="2BE56179C779428C9515F2616D844B1F"/>
          </w:pPr>
          <w:r w:rsidRPr="00CE24D9">
            <w:t>[Answer D]</w:t>
          </w:r>
        </w:p>
      </w:docPartBody>
    </w:docPart>
    <w:docPart>
      <w:docPartPr>
        <w:name w:val="6BFD4A7A19C24D4B9CD0F0C8840F0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2915E-AE9A-492D-85E4-2D2D8D6F06FD}"/>
      </w:docPartPr>
      <w:docPartBody>
        <w:p w:rsidR="001C5792" w:rsidRDefault="00C627CD" w:rsidP="00C627CD">
          <w:pPr>
            <w:pStyle w:val="6BFD4A7A19C24D4B9CD0F0C8840F0EFD"/>
          </w:pPr>
          <w:r>
            <w:t>[Answer A]</w:t>
          </w:r>
        </w:p>
      </w:docPartBody>
    </w:docPart>
    <w:docPart>
      <w:docPartPr>
        <w:name w:val="566446EFEE86409E95E770F4316DB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F5DB5-2201-4F9F-AADE-99A26C4330E4}"/>
      </w:docPartPr>
      <w:docPartBody>
        <w:p w:rsidR="001C5792" w:rsidRDefault="00C627CD" w:rsidP="00C627CD">
          <w:pPr>
            <w:pStyle w:val="566446EFEE86409E95E770F4316DB14E"/>
          </w:pPr>
          <w:r>
            <w:t>[Answer B]</w:t>
          </w:r>
        </w:p>
      </w:docPartBody>
    </w:docPart>
    <w:docPart>
      <w:docPartPr>
        <w:name w:val="54489DE58BFB4B448B5A1B066538A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95498-7C1B-4CF5-8CE6-D6DEEE48806B}"/>
      </w:docPartPr>
      <w:docPartBody>
        <w:p w:rsidR="001C5792" w:rsidRDefault="00C627CD" w:rsidP="00C627CD">
          <w:pPr>
            <w:pStyle w:val="54489DE58BFB4B448B5A1B066538A65A"/>
          </w:pPr>
          <w:r>
            <w:t>[Answer A]</w:t>
          </w:r>
        </w:p>
      </w:docPartBody>
    </w:docPart>
    <w:docPart>
      <w:docPartPr>
        <w:name w:val="BDDBC6E9517243BDA6D983A1C8C7E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3431B-BA81-4A69-9352-166BD9022DD0}"/>
      </w:docPartPr>
      <w:docPartBody>
        <w:p w:rsidR="001C5792" w:rsidRDefault="00C627CD" w:rsidP="00C627CD">
          <w:pPr>
            <w:pStyle w:val="BDDBC6E9517243BDA6D983A1C8C7E6B7"/>
          </w:pPr>
          <w:r>
            <w:t>[Answer A]</w:t>
          </w:r>
        </w:p>
      </w:docPartBody>
    </w:docPart>
    <w:docPart>
      <w:docPartPr>
        <w:name w:val="C1D0C21AC28549C7A90373763C35D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4F9BE-C22B-4E44-B360-64E2CB3F644B}"/>
      </w:docPartPr>
      <w:docPartBody>
        <w:p w:rsidR="00000000" w:rsidRDefault="001C5792" w:rsidP="001C5792">
          <w:pPr>
            <w:pStyle w:val="C1D0C21AC28549C7A90373763C35DDA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56"/>
    <w:rsid w:val="00020E2D"/>
    <w:rsid w:val="000B191E"/>
    <w:rsid w:val="001C5792"/>
    <w:rsid w:val="001D5721"/>
    <w:rsid w:val="00503898"/>
    <w:rsid w:val="005310A8"/>
    <w:rsid w:val="005C3D40"/>
    <w:rsid w:val="00716DDC"/>
    <w:rsid w:val="00B76CBC"/>
    <w:rsid w:val="00C627CD"/>
    <w:rsid w:val="00DB6756"/>
    <w:rsid w:val="00E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C627CD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B69666D8A18941BD9F7F84E748FDB06B">
    <w:name w:val="B69666D8A18941BD9F7F84E748FDB06B"/>
    <w:rsid w:val="00020E2D"/>
  </w:style>
  <w:style w:type="paragraph" w:customStyle="1" w:styleId="D0A85E8B7FB649AA9F8CEFA1C374A664">
    <w:name w:val="D0A85E8B7FB649AA9F8CEFA1C374A664"/>
    <w:rsid w:val="00716DDC"/>
  </w:style>
  <w:style w:type="paragraph" w:customStyle="1" w:styleId="EF8489B5318049C186AEDB563D16E056">
    <w:name w:val="EF8489B5318049C186AEDB563D16E056"/>
    <w:rsid w:val="00716DDC"/>
  </w:style>
  <w:style w:type="paragraph" w:customStyle="1" w:styleId="2BE56179C779428C9515F2616D844B1F">
    <w:name w:val="2BE56179C779428C9515F2616D844B1F"/>
    <w:rsid w:val="000B191E"/>
  </w:style>
  <w:style w:type="paragraph" w:customStyle="1" w:styleId="56EB51A5FD7940F4B22ABF950823C64C">
    <w:name w:val="56EB51A5FD7940F4B22ABF950823C64C"/>
    <w:rsid w:val="000B191E"/>
  </w:style>
  <w:style w:type="paragraph" w:customStyle="1" w:styleId="B812282F6567492E8E9F2D899281D775">
    <w:name w:val="B812282F6567492E8E9F2D899281D775"/>
    <w:rsid w:val="000B191E"/>
  </w:style>
  <w:style w:type="paragraph" w:customStyle="1" w:styleId="067AA4551076471BA2EF36FBD2336944">
    <w:name w:val="067AA4551076471BA2EF36FBD2336944"/>
    <w:rsid w:val="000B191E"/>
  </w:style>
  <w:style w:type="paragraph" w:customStyle="1" w:styleId="7AE4F54C671C4B9092B3FD1980202D42">
    <w:name w:val="7AE4F54C671C4B9092B3FD1980202D42"/>
    <w:rsid w:val="000B191E"/>
  </w:style>
  <w:style w:type="paragraph" w:customStyle="1" w:styleId="79952907D5D04E55B124F350F42F68A3">
    <w:name w:val="79952907D5D04E55B124F350F42F68A3"/>
    <w:rsid w:val="000B191E"/>
  </w:style>
  <w:style w:type="paragraph" w:customStyle="1" w:styleId="D9DE5CFBC2204ACB816BEBE3E78196D1">
    <w:name w:val="D9DE5CFBC2204ACB816BEBE3E78196D1"/>
    <w:rsid w:val="000B191E"/>
  </w:style>
  <w:style w:type="paragraph" w:customStyle="1" w:styleId="1B7991F1DEF54FA58A463E7B45168089">
    <w:name w:val="1B7991F1DEF54FA58A463E7B45168089"/>
    <w:rsid w:val="000B191E"/>
  </w:style>
  <w:style w:type="paragraph" w:customStyle="1" w:styleId="A322C72EC3364BC7A0031C2601EA0012">
    <w:name w:val="A322C72EC3364BC7A0031C2601EA0012"/>
    <w:rsid w:val="000B191E"/>
  </w:style>
  <w:style w:type="paragraph" w:customStyle="1" w:styleId="7D09C9C29B9D415F80A13848F924509D">
    <w:name w:val="7D09C9C29B9D415F80A13848F924509D"/>
    <w:rsid w:val="000B191E"/>
  </w:style>
  <w:style w:type="paragraph" w:customStyle="1" w:styleId="2660A7CA846441D390278323B69AF889">
    <w:name w:val="2660A7CA846441D390278323B69AF889"/>
    <w:rsid w:val="000B191E"/>
  </w:style>
  <w:style w:type="paragraph" w:customStyle="1" w:styleId="7B69072FE7B24CBD9E3B1CF8746F0CD1">
    <w:name w:val="7B69072FE7B24CBD9E3B1CF8746F0CD1"/>
    <w:rsid w:val="000B191E"/>
  </w:style>
  <w:style w:type="paragraph" w:customStyle="1" w:styleId="6F2EBD0C13D64649A51DB449CB056F32">
    <w:name w:val="6F2EBD0C13D64649A51DB449CB056F32"/>
    <w:rsid w:val="000B191E"/>
  </w:style>
  <w:style w:type="paragraph" w:customStyle="1" w:styleId="D83F325C8EA741F4BC7E6D496118B967">
    <w:name w:val="D83F325C8EA741F4BC7E6D496118B967"/>
    <w:rsid w:val="000B191E"/>
  </w:style>
  <w:style w:type="paragraph" w:customStyle="1" w:styleId="39BDD83AE41C49A5AB76AA581DCF3D7F">
    <w:name w:val="39BDD83AE41C49A5AB76AA581DCF3D7F"/>
    <w:rsid w:val="000B191E"/>
  </w:style>
  <w:style w:type="paragraph" w:customStyle="1" w:styleId="28002F8955594A02AC1F0F715F8C0BBC">
    <w:name w:val="28002F8955594A02AC1F0F715F8C0BBC"/>
    <w:rsid w:val="000B191E"/>
  </w:style>
  <w:style w:type="paragraph" w:customStyle="1" w:styleId="7280367F63554459BA95729117AAD150">
    <w:name w:val="7280367F63554459BA95729117AAD150"/>
    <w:rsid w:val="000B191E"/>
  </w:style>
  <w:style w:type="paragraph" w:customStyle="1" w:styleId="2E9F348FE43E43EEBA943B57D6C47029">
    <w:name w:val="2E9F348FE43E43EEBA943B57D6C47029"/>
    <w:rsid w:val="000B191E"/>
  </w:style>
  <w:style w:type="paragraph" w:customStyle="1" w:styleId="AF45B7CC84B946EFA1BC34EEFCC3C5E8">
    <w:name w:val="AF45B7CC84B946EFA1BC34EEFCC3C5E8"/>
    <w:rsid w:val="000B191E"/>
  </w:style>
  <w:style w:type="paragraph" w:customStyle="1" w:styleId="0D62E1B1442F4D01A3C551D0B769AC1D">
    <w:name w:val="0D62E1B1442F4D01A3C551D0B769AC1D"/>
    <w:rsid w:val="000B191E"/>
  </w:style>
  <w:style w:type="paragraph" w:customStyle="1" w:styleId="8E469D43253C4ED59C11B822920DBBE2">
    <w:name w:val="8E469D43253C4ED59C11B822920DBBE2"/>
    <w:rsid w:val="000B191E"/>
  </w:style>
  <w:style w:type="paragraph" w:customStyle="1" w:styleId="D9DDC973B8844C5B882E9682A3B3DDB0">
    <w:name w:val="D9DDC973B8844C5B882E9682A3B3DDB0"/>
    <w:rsid w:val="000B191E"/>
  </w:style>
  <w:style w:type="paragraph" w:customStyle="1" w:styleId="A9031BC83AB6440E929C708C6FF10FC0">
    <w:name w:val="A9031BC83AB6440E929C708C6FF10FC0"/>
    <w:rsid w:val="000B191E"/>
  </w:style>
  <w:style w:type="paragraph" w:customStyle="1" w:styleId="D9B22B2FF4D845EC8CF1B5568A347A08">
    <w:name w:val="D9B22B2FF4D845EC8CF1B5568A347A08"/>
    <w:rsid w:val="000B191E"/>
  </w:style>
  <w:style w:type="paragraph" w:customStyle="1" w:styleId="D0C299849901481F877F096647A73DEC">
    <w:name w:val="D0C299849901481F877F096647A73DEC"/>
    <w:rsid w:val="000B191E"/>
  </w:style>
  <w:style w:type="paragraph" w:customStyle="1" w:styleId="AA4856C26AED4E66A94464D5DB37BE9A">
    <w:name w:val="AA4856C26AED4E66A94464D5DB37BE9A"/>
    <w:rsid w:val="000B191E"/>
  </w:style>
  <w:style w:type="paragraph" w:customStyle="1" w:styleId="68E4283AAA164AC09446AAA415E8F314">
    <w:name w:val="68E4283AAA164AC09446AAA415E8F314"/>
    <w:rsid w:val="000B191E"/>
  </w:style>
  <w:style w:type="paragraph" w:customStyle="1" w:styleId="A6ADD38343F5459C86A973758DF8C047">
    <w:name w:val="A6ADD38343F5459C86A973758DF8C047"/>
    <w:rsid w:val="000B191E"/>
  </w:style>
  <w:style w:type="paragraph" w:customStyle="1" w:styleId="7B13830709864E4C9FC96FAB54132C72">
    <w:name w:val="7B13830709864E4C9FC96FAB54132C72"/>
    <w:rsid w:val="000B191E"/>
  </w:style>
  <w:style w:type="paragraph" w:customStyle="1" w:styleId="DD9DB711E3CE4D95B68119D0BE54B2BC">
    <w:name w:val="DD9DB711E3CE4D95B68119D0BE54B2BC"/>
    <w:rsid w:val="000B191E"/>
  </w:style>
  <w:style w:type="paragraph" w:customStyle="1" w:styleId="80574C2AB5EA4FD79D26C311EC8F4B7C">
    <w:name w:val="80574C2AB5EA4FD79D26C311EC8F4B7C"/>
    <w:rsid w:val="000B191E"/>
  </w:style>
  <w:style w:type="paragraph" w:customStyle="1" w:styleId="F0C4DFC28D404F7ABFC8D8A7BE924AB6">
    <w:name w:val="F0C4DFC28D404F7ABFC8D8A7BE924AB6"/>
    <w:rsid w:val="000B191E"/>
  </w:style>
  <w:style w:type="paragraph" w:customStyle="1" w:styleId="D7E6E29924C745F9AEEA6D9944F09804">
    <w:name w:val="D7E6E29924C745F9AEEA6D9944F09804"/>
    <w:rsid w:val="000B191E"/>
  </w:style>
  <w:style w:type="paragraph" w:customStyle="1" w:styleId="CA50BC16B1294122B13DF0934832FDC2">
    <w:name w:val="CA50BC16B1294122B13DF0934832FDC2"/>
    <w:rsid w:val="000B191E"/>
  </w:style>
  <w:style w:type="paragraph" w:customStyle="1" w:styleId="8219392C11064E38813A484C0B501E0A">
    <w:name w:val="8219392C11064E38813A484C0B501E0A"/>
    <w:rsid w:val="000B191E"/>
  </w:style>
  <w:style w:type="paragraph" w:customStyle="1" w:styleId="76588C7F02C54B29974F86CE36AFD730">
    <w:name w:val="76588C7F02C54B29974F86CE36AFD730"/>
    <w:rsid w:val="000B191E"/>
  </w:style>
  <w:style w:type="paragraph" w:customStyle="1" w:styleId="79ED9295DB074908B632A409AD25710F">
    <w:name w:val="79ED9295DB074908B632A409AD25710F"/>
    <w:rsid w:val="000B191E"/>
  </w:style>
  <w:style w:type="paragraph" w:customStyle="1" w:styleId="4E2A337FCC454B52839D89896EC2346A">
    <w:name w:val="4E2A337FCC454B52839D89896EC2346A"/>
    <w:rsid w:val="000B191E"/>
  </w:style>
  <w:style w:type="paragraph" w:customStyle="1" w:styleId="5C7C16F7666A41DEB3460D61629B072B">
    <w:name w:val="5C7C16F7666A41DEB3460D61629B072B"/>
    <w:rsid w:val="000B191E"/>
  </w:style>
  <w:style w:type="paragraph" w:customStyle="1" w:styleId="E59053758DBF48ABB46308398F1BD2EC">
    <w:name w:val="E59053758DBF48ABB46308398F1BD2EC"/>
    <w:rsid w:val="000B191E"/>
  </w:style>
  <w:style w:type="paragraph" w:customStyle="1" w:styleId="5B7A2B35A8BD4B489660D8B705D37DB3">
    <w:name w:val="5B7A2B35A8BD4B489660D8B705D37DB3"/>
    <w:rsid w:val="000B191E"/>
  </w:style>
  <w:style w:type="paragraph" w:customStyle="1" w:styleId="3934081E20E94D97B259E37ED53BA905">
    <w:name w:val="3934081E20E94D97B259E37ED53BA905"/>
    <w:rsid w:val="000B191E"/>
  </w:style>
  <w:style w:type="paragraph" w:customStyle="1" w:styleId="89DC2B704D1844189D4C7F97430279BA">
    <w:name w:val="89DC2B704D1844189D4C7F97430279BA"/>
    <w:rsid w:val="000B191E"/>
  </w:style>
  <w:style w:type="paragraph" w:customStyle="1" w:styleId="3F454A0202F34DCA87D0C06487042239">
    <w:name w:val="3F454A0202F34DCA87D0C06487042239"/>
    <w:rsid w:val="000B191E"/>
  </w:style>
  <w:style w:type="paragraph" w:customStyle="1" w:styleId="2BED532F486E461AA2B23CE0D35074A6">
    <w:name w:val="2BED532F486E461AA2B23CE0D35074A6"/>
    <w:rsid w:val="000B191E"/>
  </w:style>
  <w:style w:type="paragraph" w:customStyle="1" w:styleId="ED714C9382AD40B8A7A1C414FA549877">
    <w:name w:val="ED714C9382AD40B8A7A1C414FA549877"/>
    <w:rsid w:val="000B191E"/>
  </w:style>
  <w:style w:type="paragraph" w:customStyle="1" w:styleId="95D47BAC1D2845FCB1F04D385FDE2F3C">
    <w:name w:val="95D47BAC1D2845FCB1F04D385FDE2F3C"/>
    <w:rsid w:val="000B191E"/>
  </w:style>
  <w:style w:type="paragraph" w:customStyle="1" w:styleId="C97EF6E5878542298FE278A5C4AC65C0">
    <w:name w:val="C97EF6E5878542298FE278A5C4AC65C0"/>
    <w:rsid w:val="000B191E"/>
  </w:style>
  <w:style w:type="paragraph" w:customStyle="1" w:styleId="093444EC46684F948635859BA307AB61">
    <w:name w:val="093444EC46684F948635859BA307AB61"/>
    <w:rsid w:val="000B191E"/>
  </w:style>
  <w:style w:type="paragraph" w:customStyle="1" w:styleId="B2CC90A051934B71B85FFF4C1B3761DF">
    <w:name w:val="B2CC90A051934B71B85FFF4C1B3761DF"/>
    <w:rsid w:val="00C627CD"/>
  </w:style>
  <w:style w:type="paragraph" w:customStyle="1" w:styleId="6BFD4A7A19C24D4B9CD0F0C8840F0EFD">
    <w:name w:val="6BFD4A7A19C24D4B9CD0F0C8840F0EFD"/>
    <w:rsid w:val="00C627CD"/>
  </w:style>
  <w:style w:type="paragraph" w:customStyle="1" w:styleId="566446EFEE86409E95E770F4316DB14E">
    <w:name w:val="566446EFEE86409E95E770F4316DB14E"/>
    <w:rsid w:val="00C627CD"/>
  </w:style>
  <w:style w:type="paragraph" w:customStyle="1" w:styleId="54489DE58BFB4B448B5A1B066538A65A">
    <w:name w:val="54489DE58BFB4B448B5A1B066538A65A"/>
    <w:rsid w:val="00C627CD"/>
  </w:style>
  <w:style w:type="paragraph" w:customStyle="1" w:styleId="BDDBC6E9517243BDA6D983A1C8C7E6B7">
    <w:name w:val="BDDBC6E9517243BDA6D983A1C8C7E6B7"/>
    <w:rsid w:val="00C627CD"/>
  </w:style>
  <w:style w:type="paragraph" w:customStyle="1" w:styleId="C1D0C21AC28549C7A90373763C35DDAA">
    <w:name w:val="C1D0C21AC28549C7A90373763C35DDAA"/>
    <w:rsid w:val="001C5792"/>
  </w:style>
  <w:style w:type="paragraph" w:customStyle="1" w:styleId="1EAFC9AAFA7F481B8D14645C0C0BFE69">
    <w:name w:val="1EAFC9AAFA7F481B8D14645C0C0BFE69"/>
    <w:rsid w:val="001C57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E6DD450E5C40CC8F18A0D3C1104A9D">
    <w:name w:val="0EE6DD450E5C40CC8F18A0D3C1104A9D"/>
  </w:style>
  <w:style w:type="paragraph" w:customStyle="1" w:styleId="EE29851E53E64FA9A63B02DD754BF615">
    <w:name w:val="EE29851E53E64FA9A63B02DD754BF615"/>
  </w:style>
  <w:style w:type="paragraph" w:customStyle="1" w:styleId="8EA1863DD2E74564A19857444749C077">
    <w:name w:val="8EA1863DD2E74564A19857444749C077"/>
  </w:style>
  <w:style w:type="paragraph" w:customStyle="1" w:styleId="B5ACF312C2DD4ADFA35D8A1C3E963A18">
    <w:name w:val="B5ACF312C2DD4ADFA35D8A1C3E963A18"/>
  </w:style>
  <w:style w:type="paragraph" w:customStyle="1" w:styleId="1988212547A2466FB2FD356D24A30AD5">
    <w:name w:val="1988212547A2466FB2FD356D24A30AD5"/>
  </w:style>
  <w:style w:type="paragraph" w:customStyle="1" w:styleId="EF58AF0BFF23433F930FD808084D8AE8">
    <w:name w:val="EF58AF0BFF23433F930FD808084D8AE8"/>
  </w:style>
  <w:style w:type="paragraph" w:customStyle="1" w:styleId="87C62D7600FB468291318824BC8F3381">
    <w:name w:val="87C62D7600FB468291318824BC8F3381"/>
  </w:style>
  <w:style w:type="paragraph" w:customStyle="1" w:styleId="372B0AA5E2EC43DBB2E000F973B8448B">
    <w:name w:val="372B0AA5E2EC43DBB2E000F973B8448B"/>
  </w:style>
  <w:style w:type="paragraph" w:customStyle="1" w:styleId="422D54E915EE4F388BC9D87110955C6E">
    <w:name w:val="422D54E915EE4F388BC9D87110955C6E"/>
  </w:style>
  <w:style w:type="paragraph" w:customStyle="1" w:styleId="DAA83CA4CA19432A8D0C3E89E0911960">
    <w:name w:val="DAA83CA4CA19432A8D0C3E89E0911960"/>
  </w:style>
  <w:style w:type="paragraph" w:customStyle="1" w:styleId="1B5244AA042E437380736BD0E5815644">
    <w:name w:val="1B5244AA042E437380736BD0E5815644"/>
  </w:style>
  <w:style w:type="paragraph" w:customStyle="1" w:styleId="168A1EA9128F41C7A3E0716E2FFD544B">
    <w:name w:val="168A1EA9128F41C7A3E0716E2FFD544B"/>
  </w:style>
  <w:style w:type="paragraph" w:customStyle="1" w:styleId="841D0D3933DA4589A040A9A5C7AA87B9">
    <w:name w:val="841D0D3933DA4589A040A9A5C7AA87B9"/>
  </w:style>
  <w:style w:type="paragraph" w:customStyle="1" w:styleId="B6E0862F513D4C16803DFEA54AEE1833">
    <w:name w:val="B6E0862F513D4C16803DFEA54AEE1833"/>
  </w:style>
  <w:style w:type="paragraph" w:customStyle="1" w:styleId="2A647985B15D4C5A91CA884203EF3A3F">
    <w:name w:val="2A647985B15D4C5A91CA884203EF3A3F"/>
  </w:style>
  <w:style w:type="paragraph" w:customStyle="1" w:styleId="B7073D404B204AD39D2CAE281626FAEA">
    <w:name w:val="B7073D404B204AD39D2CAE281626FAEA"/>
  </w:style>
  <w:style w:type="paragraph" w:customStyle="1" w:styleId="544B6D6A66BC472B9A262CD44FC2B1B1">
    <w:name w:val="544B6D6A66BC472B9A262CD44FC2B1B1"/>
  </w:style>
  <w:style w:type="paragraph" w:customStyle="1" w:styleId="CEB5D7ED34B44B4E9F7B29D0A05FBEF5">
    <w:name w:val="CEB5D7ED34B44B4E9F7B29D0A05FBEF5"/>
  </w:style>
  <w:style w:type="paragraph" w:customStyle="1" w:styleId="01B2FA61FD0F46799070AE0DBA72D4BC">
    <w:name w:val="01B2FA61FD0F46799070AE0DBA72D4BC"/>
  </w:style>
  <w:style w:type="paragraph" w:customStyle="1" w:styleId="6CFB14E475CA43659068B1840F2FE732">
    <w:name w:val="6CFB14E475CA43659068B1840F2FE732"/>
  </w:style>
  <w:style w:type="paragraph" w:customStyle="1" w:styleId="1F06870CFF1B43E585F92983B8E342E9">
    <w:name w:val="1F06870CFF1B43E585F92983B8E342E9"/>
  </w:style>
  <w:style w:type="paragraph" w:customStyle="1" w:styleId="686B8793ECCA49859D5BFD117523E6D7">
    <w:name w:val="686B8793ECCA49859D5BFD117523E6D7"/>
  </w:style>
  <w:style w:type="paragraph" w:customStyle="1" w:styleId="7844CE27689F4A80951BE33F47755327">
    <w:name w:val="7844CE27689F4A80951BE33F47755327"/>
  </w:style>
  <w:style w:type="character" w:styleId="PlaceholderText">
    <w:name w:val="Placeholder Text"/>
    <w:basedOn w:val="DefaultParagraphFont"/>
    <w:uiPriority w:val="99"/>
    <w:semiHidden/>
    <w:rsid w:val="00C627CD"/>
    <w:rPr>
      <w:color w:val="808080"/>
    </w:rPr>
  </w:style>
  <w:style w:type="paragraph" w:customStyle="1" w:styleId="717A437F2F6B4FBEA398956E1EC3BB5C">
    <w:name w:val="717A437F2F6B4FBEA398956E1EC3BB5C"/>
    <w:rsid w:val="00DB6756"/>
  </w:style>
  <w:style w:type="paragraph" w:customStyle="1" w:styleId="E009578E60184F4E8DFED5BDABBC77F5">
    <w:name w:val="E009578E60184F4E8DFED5BDABBC77F5"/>
    <w:rsid w:val="00DB6756"/>
  </w:style>
  <w:style w:type="paragraph" w:customStyle="1" w:styleId="BBA98DAAE93840FA9E795223C97BF55C">
    <w:name w:val="BBA98DAAE93840FA9E795223C97BF55C"/>
    <w:rsid w:val="00DB6756"/>
  </w:style>
  <w:style w:type="paragraph" w:customStyle="1" w:styleId="2BCDE9B02965490B8DB24D3A97E6AB07">
    <w:name w:val="2BCDE9B02965490B8DB24D3A97E6AB07"/>
    <w:rsid w:val="00DB6756"/>
  </w:style>
  <w:style w:type="paragraph" w:customStyle="1" w:styleId="E049C06DA4EF4ADAA9FB241EC0A19E08">
    <w:name w:val="E049C06DA4EF4ADAA9FB241EC0A19E08"/>
    <w:rsid w:val="00DB6756"/>
  </w:style>
  <w:style w:type="paragraph" w:customStyle="1" w:styleId="46920E4213A141AEA389C31A78CEFA4B">
    <w:name w:val="46920E4213A141AEA389C31A78CEFA4B"/>
    <w:rsid w:val="00DB6756"/>
  </w:style>
  <w:style w:type="paragraph" w:customStyle="1" w:styleId="DC391AEC5A074B689E3169A238F1B24B">
    <w:name w:val="DC391AEC5A074B689E3169A238F1B24B"/>
    <w:rsid w:val="00DB6756"/>
  </w:style>
  <w:style w:type="paragraph" w:customStyle="1" w:styleId="2ADD59F3AF96406EBFEED905F7C0F5F3">
    <w:name w:val="2ADD59F3AF96406EBFEED905F7C0F5F3"/>
    <w:rsid w:val="00DB6756"/>
  </w:style>
  <w:style w:type="paragraph" w:customStyle="1" w:styleId="CAD6A09411FA40479EDCAF34215D40CF">
    <w:name w:val="CAD6A09411FA40479EDCAF34215D40CF"/>
    <w:rsid w:val="00DB6756"/>
  </w:style>
  <w:style w:type="paragraph" w:customStyle="1" w:styleId="6D4C853CF9F7460D95DEE67455AF47EA">
    <w:name w:val="6D4C853CF9F7460D95DEE67455AF47EA"/>
    <w:rsid w:val="00DB6756"/>
  </w:style>
  <w:style w:type="paragraph" w:customStyle="1" w:styleId="B5D331DBAAE9425F931DDC2BEB2A6B6F">
    <w:name w:val="B5D331DBAAE9425F931DDC2BEB2A6B6F"/>
    <w:rsid w:val="00DB6756"/>
  </w:style>
  <w:style w:type="paragraph" w:customStyle="1" w:styleId="093A9F8FB5184C1AA255A2CB9B60DC8F">
    <w:name w:val="093A9F8FB5184C1AA255A2CB9B60DC8F"/>
    <w:rsid w:val="00DB6756"/>
  </w:style>
  <w:style w:type="paragraph" w:customStyle="1" w:styleId="A775B82A1B24464FB2EF1A29DCFCDE70">
    <w:name w:val="A775B82A1B24464FB2EF1A29DCFCDE70"/>
    <w:rsid w:val="00DB6756"/>
  </w:style>
  <w:style w:type="paragraph" w:customStyle="1" w:styleId="EE061F78C41542D3985FA1CD3173ADD4">
    <w:name w:val="EE061F78C41542D3985FA1CD3173ADD4"/>
    <w:rsid w:val="00DB6756"/>
  </w:style>
  <w:style w:type="paragraph" w:customStyle="1" w:styleId="4B448F8C82BE45149B9EAE462C2BA74E">
    <w:name w:val="4B448F8C82BE45149B9EAE462C2BA74E"/>
    <w:rsid w:val="00DB6756"/>
  </w:style>
  <w:style w:type="paragraph" w:customStyle="1" w:styleId="C21C33BBFACA4A95A0FE9A72E2ED34F5">
    <w:name w:val="C21C33BBFACA4A95A0FE9A72E2ED34F5"/>
    <w:rsid w:val="00DB6756"/>
  </w:style>
  <w:style w:type="paragraph" w:customStyle="1" w:styleId="BCA70F43A84A429FBA7A09F84E1BBE4E">
    <w:name w:val="BCA70F43A84A429FBA7A09F84E1BBE4E"/>
    <w:rsid w:val="00DB6756"/>
  </w:style>
  <w:style w:type="paragraph" w:customStyle="1" w:styleId="F5546D478E394A2283075897D2520DEB">
    <w:name w:val="F5546D478E394A2283075897D2520DEB"/>
    <w:rsid w:val="00DB6756"/>
  </w:style>
  <w:style w:type="paragraph" w:customStyle="1" w:styleId="BBDA648E2CBE4A92BFC3D4A221940103">
    <w:name w:val="BBDA648E2CBE4A92BFC3D4A221940103"/>
    <w:rsid w:val="00DB6756"/>
  </w:style>
  <w:style w:type="paragraph" w:customStyle="1" w:styleId="7FF2F5C5EDD942EB942B24BD9D29F5CF">
    <w:name w:val="7FF2F5C5EDD942EB942B24BD9D29F5CF"/>
    <w:rsid w:val="00DB6756"/>
  </w:style>
  <w:style w:type="paragraph" w:customStyle="1" w:styleId="01B6983486A345D4ADD386411585E3B2">
    <w:name w:val="01B6983486A345D4ADD386411585E3B2"/>
    <w:rsid w:val="00DB6756"/>
  </w:style>
  <w:style w:type="paragraph" w:customStyle="1" w:styleId="B154400085B9480AB4C9AE0376D3E859">
    <w:name w:val="B154400085B9480AB4C9AE0376D3E859"/>
    <w:rsid w:val="00DB6756"/>
  </w:style>
  <w:style w:type="paragraph" w:customStyle="1" w:styleId="FBBD0E5175DC49EFAA4C1594676C66BF">
    <w:name w:val="FBBD0E5175DC49EFAA4C1594676C66BF"/>
    <w:rsid w:val="00DB6756"/>
  </w:style>
  <w:style w:type="paragraph" w:customStyle="1" w:styleId="2A50F5719B214C6494FE86A9A94AD49A">
    <w:name w:val="2A50F5719B214C6494FE86A9A94AD49A"/>
    <w:rsid w:val="00DB6756"/>
  </w:style>
  <w:style w:type="paragraph" w:customStyle="1" w:styleId="2A4655FFFDAE4DBC916D268FBEBD7E82">
    <w:name w:val="2A4655FFFDAE4DBC916D268FBEBD7E82"/>
    <w:rsid w:val="00DB6756"/>
  </w:style>
  <w:style w:type="paragraph" w:customStyle="1" w:styleId="4BA48049586B49D28F5C44928B7AD447">
    <w:name w:val="4BA48049586B49D28F5C44928B7AD447"/>
    <w:rsid w:val="00DB6756"/>
  </w:style>
  <w:style w:type="paragraph" w:customStyle="1" w:styleId="6F075E4821AD4BF0BB157EAFA575CC15">
    <w:name w:val="6F075E4821AD4BF0BB157EAFA575CC15"/>
    <w:rsid w:val="00DB6756"/>
  </w:style>
  <w:style w:type="paragraph" w:customStyle="1" w:styleId="03368B290113428A824F3DF596EBD5A6">
    <w:name w:val="03368B290113428A824F3DF596EBD5A6"/>
    <w:rsid w:val="00DB6756"/>
  </w:style>
  <w:style w:type="paragraph" w:customStyle="1" w:styleId="1DBFC7570D134E609ED2D2D957F414DD">
    <w:name w:val="1DBFC7570D134E609ED2D2D957F414DD"/>
    <w:rsid w:val="00DB6756"/>
  </w:style>
  <w:style w:type="paragraph" w:customStyle="1" w:styleId="86219DFA80064EBB91851AFD2CAC833A">
    <w:name w:val="86219DFA80064EBB91851AFD2CAC833A"/>
    <w:rsid w:val="00DB6756"/>
  </w:style>
  <w:style w:type="paragraph" w:customStyle="1" w:styleId="676598B51D03455B921905D720E9E06D">
    <w:name w:val="676598B51D03455B921905D720E9E06D"/>
    <w:rsid w:val="00DB6756"/>
  </w:style>
  <w:style w:type="paragraph" w:customStyle="1" w:styleId="14EA023B2E124EC3B2436BB1830D9489">
    <w:name w:val="14EA023B2E124EC3B2436BB1830D9489"/>
    <w:rsid w:val="00DB6756"/>
  </w:style>
  <w:style w:type="paragraph" w:customStyle="1" w:styleId="D80811A82663424A8DFCF87408F73B3E">
    <w:name w:val="D80811A82663424A8DFCF87408F73B3E"/>
    <w:rsid w:val="00DB6756"/>
  </w:style>
  <w:style w:type="paragraph" w:customStyle="1" w:styleId="CBD17332F2EF4147A72599631517CF5C">
    <w:name w:val="CBD17332F2EF4147A72599631517CF5C"/>
    <w:rsid w:val="00DB6756"/>
  </w:style>
  <w:style w:type="paragraph" w:customStyle="1" w:styleId="41C387DE73664A54BEC9C56C2FF9BB1F">
    <w:name w:val="41C387DE73664A54BEC9C56C2FF9BB1F"/>
    <w:rsid w:val="00DB6756"/>
  </w:style>
  <w:style w:type="paragraph" w:customStyle="1" w:styleId="BE90740D6ADB405F8880E6CFF1508B15">
    <w:name w:val="BE90740D6ADB405F8880E6CFF1508B15"/>
    <w:rsid w:val="00DB6756"/>
  </w:style>
  <w:style w:type="paragraph" w:customStyle="1" w:styleId="6772807C47FA4063AA579394A4C5EEE2">
    <w:name w:val="6772807C47FA4063AA579394A4C5EEE2"/>
    <w:rsid w:val="00DB6756"/>
  </w:style>
  <w:style w:type="paragraph" w:customStyle="1" w:styleId="6916667BCE534578BB7DBBB2F20C437C">
    <w:name w:val="6916667BCE534578BB7DBBB2F20C437C"/>
    <w:rsid w:val="00DB6756"/>
  </w:style>
  <w:style w:type="paragraph" w:customStyle="1" w:styleId="F242D552D80E4E5CBD688B269DCB35B3">
    <w:name w:val="F242D552D80E4E5CBD688B269DCB35B3"/>
    <w:rsid w:val="00DB6756"/>
  </w:style>
  <w:style w:type="paragraph" w:customStyle="1" w:styleId="5B52B75B838C4474925D274247F102D7">
    <w:name w:val="5B52B75B838C4474925D274247F102D7"/>
    <w:rsid w:val="00DB6756"/>
  </w:style>
  <w:style w:type="paragraph" w:customStyle="1" w:styleId="6788B84263794D5A81F8BC93AC12BA71">
    <w:name w:val="6788B84263794D5A81F8BC93AC12BA71"/>
    <w:rsid w:val="00DB6756"/>
  </w:style>
  <w:style w:type="paragraph" w:customStyle="1" w:styleId="31D2EAE2CC8D493C9272EF9ED80797B5">
    <w:name w:val="31D2EAE2CC8D493C9272EF9ED80797B5"/>
    <w:rsid w:val="00DB6756"/>
  </w:style>
  <w:style w:type="paragraph" w:customStyle="1" w:styleId="970B095FA92241E499BB9DBED4EA5153">
    <w:name w:val="970B095FA92241E499BB9DBED4EA5153"/>
    <w:rsid w:val="00DB6756"/>
  </w:style>
  <w:style w:type="paragraph" w:customStyle="1" w:styleId="E2147F709F7A47448473A091EAACCE9A">
    <w:name w:val="E2147F709F7A47448473A091EAACCE9A"/>
    <w:rsid w:val="00DB6756"/>
  </w:style>
  <w:style w:type="paragraph" w:customStyle="1" w:styleId="DD0CEEACD6D74CDDB60901C0348BB2DF">
    <w:name w:val="DD0CEEACD6D74CDDB60901C0348BB2DF"/>
    <w:rsid w:val="00DB6756"/>
  </w:style>
  <w:style w:type="paragraph" w:customStyle="1" w:styleId="F6E45541AC5A438EAF569C0A628BD1E8">
    <w:name w:val="F6E45541AC5A438EAF569C0A628BD1E8"/>
    <w:rsid w:val="00DB6756"/>
  </w:style>
  <w:style w:type="paragraph" w:customStyle="1" w:styleId="93FD4DA1561F4BF2BF52FA1D07697920">
    <w:name w:val="93FD4DA1561F4BF2BF52FA1D07697920"/>
    <w:rsid w:val="00DB6756"/>
  </w:style>
  <w:style w:type="paragraph" w:customStyle="1" w:styleId="45032A8A73324894885D5AA4DAC9859E">
    <w:name w:val="45032A8A73324894885D5AA4DAC9859E"/>
    <w:rsid w:val="00DB6756"/>
  </w:style>
  <w:style w:type="paragraph" w:customStyle="1" w:styleId="C3F355DC25344F83874C71D2AEFB4187">
    <w:name w:val="C3F355DC25344F83874C71D2AEFB4187"/>
    <w:rsid w:val="00DB6756"/>
  </w:style>
  <w:style w:type="paragraph" w:customStyle="1" w:styleId="987DFF9A821C4749AB8E48705B3524FE">
    <w:name w:val="987DFF9A821C4749AB8E48705B3524FE"/>
    <w:rsid w:val="00DB6756"/>
  </w:style>
  <w:style w:type="paragraph" w:customStyle="1" w:styleId="89535E328439474395499D5BCA4FE6DA">
    <w:name w:val="89535E328439474395499D5BCA4FE6DA"/>
    <w:rsid w:val="00DB6756"/>
  </w:style>
  <w:style w:type="paragraph" w:customStyle="1" w:styleId="639F0AB27DDE456894723494CBD9662F">
    <w:name w:val="639F0AB27DDE456894723494CBD9662F"/>
    <w:rsid w:val="00DB6756"/>
  </w:style>
  <w:style w:type="paragraph" w:customStyle="1" w:styleId="F285FC4A328A41279BBAD71E408B323C">
    <w:name w:val="F285FC4A328A41279BBAD71E408B323C"/>
    <w:rsid w:val="00DB6756"/>
  </w:style>
  <w:style w:type="paragraph" w:customStyle="1" w:styleId="2A722ED167BE4651AB055EA990823B79">
    <w:name w:val="2A722ED167BE4651AB055EA990823B79"/>
    <w:rsid w:val="00DB6756"/>
  </w:style>
  <w:style w:type="paragraph" w:customStyle="1" w:styleId="AF82524E1A264E65A89DB2277BA6C75F">
    <w:name w:val="AF82524E1A264E65A89DB2277BA6C75F"/>
    <w:rsid w:val="00DB6756"/>
  </w:style>
  <w:style w:type="paragraph" w:customStyle="1" w:styleId="9EE06DC170C741A4B661CCE762D164AC">
    <w:name w:val="9EE06DC170C741A4B661CCE762D164AC"/>
    <w:rsid w:val="00DB6756"/>
  </w:style>
  <w:style w:type="paragraph" w:customStyle="1" w:styleId="197F648481A5493BA7F9C5B283BA6480">
    <w:name w:val="197F648481A5493BA7F9C5B283BA6480"/>
    <w:rsid w:val="00DB6756"/>
  </w:style>
  <w:style w:type="paragraph" w:customStyle="1" w:styleId="1B82B1C4655B4219B835FD2ABC1762F2">
    <w:name w:val="1B82B1C4655B4219B835FD2ABC1762F2"/>
    <w:rsid w:val="00DB6756"/>
  </w:style>
  <w:style w:type="paragraph" w:customStyle="1" w:styleId="FB551903E5F44C9888E75BF9B208D5F9">
    <w:name w:val="FB551903E5F44C9888E75BF9B208D5F9"/>
    <w:rsid w:val="00DB6756"/>
  </w:style>
  <w:style w:type="paragraph" w:customStyle="1" w:styleId="7D03AAD22D6D481BA37730517F197D4A">
    <w:name w:val="7D03AAD22D6D481BA37730517F197D4A"/>
    <w:rsid w:val="00DB6756"/>
  </w:style>
  <w:style w:type="paragraph" w:customStyle="1" w:styleId="46EBB44AECD04E27B87FDACEA4E9587E">
    <w:name w:val="46EBB44AECD04E27B87FDACEA4E9587E"/>
    <w:rsid w:val="00DB6756"/>
  </w:style>
  <w:style w:type="paragraph" w:customStyle="1" w:styleId="5F8E25E2E4FB47DAAB936C001CF5070C">
    <w:name w:val="5F8E25E2E4FB47DAAB936C001CF5070C"/>
    <w:rsid w:val="00DB6756"/>
  </w:style>
  <w:style w:type="paragraph" w:customStyle="1" w:styleId="8EAB933F564E49C58FC7B680A323EE1B">
    <w:name w:val="8EAB933F564E49C58FC7B680A323EE1B"/>
    <w:rsid w:val="00DB6756"/>
  </w:style>
  <w:style w:type="paragraph" w:customStyle="1" w:styleId="716DBCBA8F69491C8DEADBED10F29B89">
    <w:name w:val="716DBCBA8F69491C8DEADBED10F29B89"/>
    <w:rsid w:val="00DB6756"/>
  </w:style>
  <w:style w:type="paragraph" w:customStyle="1" w:styleId="8930664A7F2A4F54898A8626D0765686">
    <w:name w:val="8930664A7F2A4F54898A8626D0765686"/>
    <w:rsid w:val="00DB6756"/>
  </w:style>
  <w:style w:type="paragraph" w:customStyle="1" w:styleId="BFB729C8D1AA464AB48DE92383F7EE69">
    <w:name w:val="BFB729C8D1AA464AB48DE92383F7EE69"/>
    <w:rsid w:val="00DB6756"/>
  </w:style>
  <w:style w:type="paragraph" w:customStyle="1" w:styleId="7771C459563040A5B3D18E8CDAF9910F">
    <w:name w:val="7771C459563040A5B3D18E8CDAF9910F"/>
    <w:rsid w:val="00DB6756"/>
  </w:style>
  <w:style w:type="paragraph" w:customStyle="1" w:styleId="438389C2856549F7B6DFBF949F72356B">
    <w:name w:val="438389C2856549F7B6DFBF949F72356B"/>
    <w:rsid w:val="00DB6756"/>
  </w:style>
  <w:style w:type="paragraph" w:customStyle="1" w:styleId="432CB1D6534C4111AE1568938F49BEF3">
    <w:name w:val="432CB1D6534C4111AE1568938F49BEF3"/>
    <w:rsid w:val="00DB6756"/>
  </w:style>
  <w:style w:type="paragraph" w:customStyle="1" w:styleId="8A64F3AF21FC4974A6905D30D9DFC6FA">
    <w:name w:val="8A64F3AF21FC4974A6905D30D9DFC6FA"/>
    <w:rsid w:val="00DB6756"/>
  </w:style>
  <w:style w:type="paragraph" w:customStyle="1" w:styleId="4AD53BD05BC64293A0FD5D24D9024385">
    <w:name w:val="4AD53BD05BC64293A0FD5D24D9024385"/>
    <w:rsid w:val="00DB6756"/>
  </w:style>
  <w:style w:type="paragraph" w:customStyle="1" w:styleId="B2CC50D4D5E94FCAAE321DF33238BA4A">
    <w:name w:val="B2CC50D4D5E94FCAAE321DF33238BA4A"/>
    <w:rsid w:val="00DB6756"/>
  </w:style>
  <w:style w:type="paragraph" w:customStyle="1" w:styleId="FF6B83CC6E8F4253A2D129D5D31C4ED2">
    <w:name w:val="FF6B83CC6E8F4253A2D129D5D31C4ED2"/>
    <w:rsid w:val="00DB6756"/>
  </w:style>
  <w:style w:type="paragraph" w:customStyle="1" w:styleId="DF81B4BC801B4CD2BFEE4F6B5A48E2B7">
    <w:name w:val="DF81B4BC801B4CD2BFEE4F6B5A48E2B7"/>
    <w:rsid w:val="00DB6756"/>
  </w:style>
  <w:style w:type="paragraph" w:customStyle="1" w:styleId="6F746FA2823447539DCC9AD808B13D40">
    <w:name w:val="6F746FA2823447539DCC9AD808B13D40"/>
    <w:rsid w:val="00DB6756"/>
  </w:style>
  <w:style w:type="paragraph" w:customStyle="1" w:styleId="1CCD58E812B14118A233608E09BC9F65">
    <w:name w:val="1CCD58E812B14118A233608E09BC9F65"/>
    <w:rsid w:val="00DB6756"/>
  </w:style>
  <w:style w:type="paragraph" w:customStyle="1" w:styleId="092A018F6C0D41959B654CEA2C381C14">
    <w:name w:val="092A018F6C0D41959B654CEA2C381C14"/>
    <w:rsid w:val="00DB6756"/>
  </w:style>
  <w:style w:type="paragraph" w:customStyle="1" w:styleId="69E21C9EA51D4466BE19A624E1C4D0C9">
    <w:name w:val="69E21C9EA51D4466BE19A624E1C4D0C9"/>
    <w:rsid w:val="00DB6756"/>
  </w:style>
  <w:style w:type="paragraph" w:customStyle="1" w:styleId="99E75EABF0CE482A9DEC909731A15FBF">
    <w:name w:val="99E75EABF0CE482A9DEC909731A15FBF"/>
    <w:rsid w:val="00DB6756"/>
  </w:style>
  <w:style w:type="paragraph" w:customStyle="1" w:styleId="003A2D246F2E4AE0B33A0F7A1473BC3B">
    <w:name w:val="003A2D246F2E4AE0B33A0F7A1473BC3B"/>
    <w:rsid w:val="00DB6756"/>
  </w:style>
  <w:style w:type="paragraph" w:customStyle="1" w:styleId="BF256D34A7AA43CABB13C111E2E60D90">
    <w:name w:val="BF256D34A7AA43CABB13C111E2E60D90"/>
    <w:rsid w:val="00DB6756"/>
  </w:style>
  <w:style w:type="paragraph" w:customStyle="1" w:styleId="70E8A86AF3264FBAA145902476021F2B">
    <w:name w:val="70E8A86AF3264FBAA145902476021F2B"/>
    <w:rsid w:val="00DB6756"/>
  </w:style>
  <w:style w:type="paragraph" w:customStyle="1" w:styleId="FCE7003B3BAB40A39D36028EBFEF28B1">
    <w:name w:val="FCE7003B3BAB40A39D36028EBFEF28B1"/>
    <w:rsid w:val="00DB6756"/>
  </w:style>
  <w:style w:type="paragraph" w:customStyle="1" w:styleId="70A3139BB0F646BBA94054AE9349D814">
    <w:name w:val="70A3139BB0F646BBA94054AE9349D814"/>
    <w:rsid w:val="00DB6756"/>
  </w:style>
  <w:style w:type="paragraph" w:customStyle="1" w:styleId="E5243F7E594C4B0E89409374311A62A7">
    <w:name w:val="E5243F7E594C4B0E89409374311A62A7"/>
    <w:rsid w:val="00DB6756"/>
  </w:style>
  <w:style w:type="paragraph" w:customStyle="1" w:styleId="99B9028FA4544CD19F6FDAD1757B8F43">
    <w:name w:val="99B9028FA4544CD19F6FDAD1757B8F43"/>
    <w:rsid w:val="00DB6756"/>
  </w:style>
  <w:style w:type="paragraph" w:customStyle="1" w:styleId="01535A5E3FD44463A5BA72F1D8813855">
    <w:name w:val="01535A5E3FD44463A5BA72F1D8813855"/>
    <w:rsid w:val="00DB6756"/>
  </w:style>
  <w:style w:type="paragraph" w:customStyle="1" w:styleId="33A7280DC0D544988D4B034346ACA42E">
    <w:name w:val="33A7280DC0D544988D4B034346ACA42E"/>
    <w:rsid w:val="00DB6756"/>
  </w:style>
  <w:style w:type="paragraph" w:customStyle="1" w:styleId="E8100914305649ECB5DF461DC32EA471">
    <w:name w:val="E8100914305649ECB5DF461DC32EA471"/>
    <w:rsid w:val="00DB6756"/>
  </w:style>
  <w:style w:type="paragraph" w:customStyle="1" w:styleId="2C3D10671B2042868D8C83AEE5201DA4">
    <w:name w:val="2C3D10671B2042868D8C83AEE5201DA4"/>
    <w:rsid w:val="00DB6756"/>
  </w:style>
  <w:style w:type="paragraph" w:customStyle="1" w:styleId="64870BB864E1460C8E6B7A54052E1EEE">
    <w:name w:val="64870BB864E1460C8E6B7A54052E1EEE"/>
    <w:rsid w:val="00DB6756"/>
  </w:style>
  <w:style w:type="paragraph" w:customStyle="1" w:styleId="F7A79324DAF74214BCEB9818B454F8C8">
    <w:name w:val="F7A79324DAF74214BCEB9818B454F8C8"/>
    <w:rsid w:val="00DB6756"/>
  </w:style>
  <w:style w:type="paragraph" w:customStyle="1" w:styleId="AAD5AD75D4EE43BD880160D75632CDD7">
    <w:name w:val="AAD5AD75D4EE43BD880160D75632CDD7"/>
    <w:rsid w:val="00DB6756"/>
  </w:style>
  <w:style w:type="paragraph" w:customStyle="1" w:styleId="26C989C1247F4053955BE362AC8375AD">
    <w:name w:val="26C989C1247F4053955BE362AC8375AD"/>
    <w:rsid w:val="00DB6756"/>
  </w:style>
  <w:style w:type="paragraph" w:customStyle="1" w:styleId="2AAFE0B3C0D241DAB5D882FE557EDF7F">
    <w:name w:val="2AAFE0B3C0D241DAB5D882FE557EDF7F"/>
    <w:rsid w:val="00DB6756"/>
  </w:style>
  <w:style w:type="paragraph" w:customStyle="1" w:styleId="CCBD3E5208184807B976AF8B693F5472">
    <w:name w:val="CCBD3E5208184807B976AF8B693F5472"/>
    <w:rsid w:val="00DB6756"/>
  </w:style>
  <w:style w:type="paragraph" w:customStyle="1" w:styleId="C727ADDAEB884B939C448962F6D5CC1A">
    <w:name w:val="C727ADDAEB884B939C448962F6D5CC1A"/>
    <w:rsid w:val="00DB6756"/>
  </w:style>
  <w:style w:type="paragraph" w:customStyle="1" w:styleId="D729E65532154442AA493D3FC766EAF7">
    <w:name w:val="D729E65532154442AA493D3FC766EAF7"/>
    <w:rsid w:val="00DB6756"/>
  </w:style>
  <w:style w:type="paragraph" w:customStyle="1" w:styleId="93DE267ADF0D4F519249657F3566932F">
    <w:name w:val="93DE267ADF0D4F519249657F3566932F"/>
    <w:rsid w:val="00DB6756"/>
  </w:style>
  <w:style w:type="paragraph" w:customStyle="1" w:styleId="AAF04796C0254215A005FD9C1639E0B1">
    <w:name w:val="AAF04796C0254215A005FD9C1639E0B1"/>
    <w:rsid w:val="00DB6756"/>
  </w:style>
  <w:style w:type="paragraph" w:customStyle="1" w:styleId="7F860163CEF9449986792C9F8483E2B7">
    <w:name w:val="7F860163CEF9449986792C9F8483E2B7"/>
    <w:rsid w:val="00DB6756"/>
  </w:style>
  <w:style w:type="paragraph" w:customStyle="1" w:styleId="0FAC843C5AA74B659AF1E8FD27E0F1F3">
    <w:name w:val="0FAC843C5AA74B659AF1E8FD27E0F1F3"/>
    <w:rsid w:val="00DB6756"/>
  </w:style>
  <w:style w:type="paragraph" w:customStyle="1" w:styleId="9E2A3A3413654B9D861CC0BCD665D1AF">
    <w:name w:val="9E2A3A3413654B9D861CC0BCD665D1AF"/>
    <w:rsid w:val="00DB6756"/>
  </w:style>
  <w:style w:type="paragraph" w:customStyle="1" w:styleId="9CE24F645354492DAA2536A07E889448">
    <w:name w:val="9CE24F645354492DAA2536A07E889448"/>
    <w:rsid w:val="00DB6756"/>
  </w:style>
  <w:style w:type="paragraph" w:customStyle="1" w:styleId="7614A8C0D26D4A109B12A3E7741CBA7E">
    <w:name w:val="7614A8C0D26D4A109B12A3E7741CBA7E"/>
    <w:rsid w:val="00DB6756"/>
  </w:style>
  <w:style w:type="paragraph" w:customStyle="1" w:styleId="637EF0C651C84199AC6A927A434EAD9F">
    <w:name w:val="637EF0C651C84199AC6A927A434EAD9F"/>
    <w:rsid w:val="00DB6756"/>
  </w:style>
  <w:style w:type="paragraph" w:customStyle="1" w:styleId="5FE0E47704DB4C85933D73079D1704A9">
    <w:name w:val="5FE0E47704DB4C85933D73079D1704A9"/>
    <w:rsid w:val="00DB6756"/>
  </w:style>
  <w:style w:type="paragraph" w:customStyle="1" w:styleId="3E433EB88FF14AD5BD9AD415D1B604F8">
    <w:name w:val="3E433EB88FF14AD5BD9AD415D1B604F8"/>
    <w:rsid w:val="00DB6756"/>
  </w:style>
  <w:style w:type="paragraph" w:customStyle="1" w:styleId="1FFEA50408964029823646DA83F939BC">
    <w:name w:val="1FFEA50408964029823646DA83F939BC"/>
    <w:rsid w:val="00DB6756"/>
  </w:style>
  <w:style w:type="paragraph" w:customStyle="1" w:styleId="2EE842F22B0C4A46B049C2582446464D">
    <w:name w:val="2EE842F22B0C4A46B049C2582446464D"/>
    <w:rsid w:val="00DB6756"/>
  </w:style>
  <w:style w:type="paragraph" w:customStyle="1" w:styleId="627684CEDF8945FD94E685A49354445A">
    <w:name w:val="627684CEDF8945FD94E685A49354445A"/>
    <w:rsid w:val="00DB6756"/>
  </w:style>
  <w:style w:type="paragraph" w:customStyle="1" w:styleId="7A2C635E8C1B42E6A15C764535ED574E">
    <w:name w:val="7A2C635E8C1B42E6A15C764535ED574E"/>
    <w:rsid w:val="00DB6756"/>
  </w:style>
  <w:style w:type="paragraph" w:customStyle="1" w:styleId="5ACDA62BB465402A864B093552111018">
    <w:name w:val="5ACDA62BB465402A864B093552111018"/>
    <w:rsid w:val="00DB6756"/>
  </w:style>
  <w:style w:type="paragraph" w:customStyle="1" w:styleId="61876F7AFE2542FCA8D0B714BAB19FF4">
    <w:name w:val="61876F7AFE2542FCA8D0B714BAB19FF4"/>
    <w:rsid w:val="00DB6756"/>
  </w:style>
  <w:style w:type="paragraph" w:customStyle="1" w:styleId="09F2C76ECE484777836BBA355C741997">
    <w:name w:val="09F2C76ECE484777836BBA355C741997"/>
    <w:rsid w:val="00DB6756"/>
  </w:style>
  <w:style w:type="paragraph" w:customStyle="1" w:styleId="59AC5FC1462B4812A348410091E3B114">
    <w:name w:val="59AC5FC1462B4812A348410091E3B114"/>
    <w:rsid w:val="00DB6756"/>
  </w:style>
  <w:style w:type="paragraph" w:customStyle="1" w:styleId="8CEC68ADDB944464AECAF24B62B68DFE">
    <w:name w:val="8CEC68ADDB944464AECAF24B62B68DFE"/>
    <w:rsid w:val="00DB6756"/>
  </w:style>
  <w:style w:type="paragraph" w:customStyle="1" w:styleId="28307EBC2FBD4C6887150B9A81C6BF8E">
    <w:name w:val="28307EBC2FBD4C6887150B9A81C6BF8E"/>
    <w:rsid w:val="00DB6756"/>
  </w:style>
  <w:style w:type="paragraph" w:customStyle="1" w:styleId="0ACBA8D79E1346DCB47ECC9159CE532B">
    <w:name w:val="0ACBA8D79E1346DCB47ECC9159CE532B"/>
    <w:rsid w:val="00DB6756"/>
  </w:style>
  <w:style w:type="paragraph" w:customStyle="1" w:styleId="0CB01E000E4E4E58AB056E44DBDF0873">
    <w:name w:val="0CB01E000E4E4E58AB056E44DBDF0873"/>
    <w:rsid w:val="00DB6756"/>
  </w:style>
  <w:style w:type="paragraph" w:customStyle="1" w:styleId="219CADA3D9894BE682B9724D88E488AF">
    <w:name w:val="219CADA3D9894BE682B9724D88E488AF"/>
    <w:rsid w:val="00DB6756"/>
  </w:style>
  <w:style w:type="paragraph" w:customStyle="1" w:styleId="DE3800CE35CF4BE8BB3380722E1542B0">
    <w:name w:val="DE3800CE35CF4BE8BB3380722E1542B0"/>
    <w:rsid w:val="00DB6756"/>
  </w:style>
  <w:style w:type="paragraph" w:customStyle="1" w:styleId="21FE4C1E2D584180989CC62D6F38BBEB">
    <w:name w:val="21FE4C1E2D584180989CC62D6F38BBEB"/>
    <w:rsid w:val="00DB6756"/>
  </w:style>
  <w:style w:type="paragraph" w:customStyle="1" w:styleId="1539BE27E72049F7B1B0AC856686D8EE">
    <w:name w:val="1539BE27E72049F7B1B0AC856686D8EE"/>
    <w:rsid w:val="00DB6756"/>
  </w:style>
  <w:style w:type="paragraph" w:customStyle="1" w:styleId="D14E2DAC1A6542C881E7BAF3A9805EDD">
    <w:name w:val="D14E2DAC1A6542C881E7BAF3A9805EDD"/>
    <w:rsid w:val="00DB6756"/>
  </w:style>
  <w:style w:type="paragraph" w:customStyle="1" w:styleId="DE23313E98BB4E9FA8ACA3D309EE08A3">
    <w:name w:val="DE23313E98BB4E9FA8ACA3D309EE08A3"/>
    <w:rsid w:val="00DB6756"/>
  </w:style>
  <w:style w:type="paragraph" w:customStyle="1" w:styleId="CC1557B38A564AE7AD4D1ED3AE6F431C">
    <w:name w:val="CC1557B38A564AE7AD4D1ED3AE6F431C"/>
    <w:rsid w:val="00DB6756"/>
  </w:style>
  <w:style w:type="paragraph" w:customStyle="1" w:styleId="1DAB82156DCB472BA06080F3F9A42B96">
    <w:name w:val="1DAB82156DCB472BA06080F3F9A42B96"/>
    <w:rsid w:val="00DB6756"/>
  </w:style>
  <w:style w:type="paragraph" w:customStyle="1" w:styleId="555CF888E87B440C96F2187A7E9D34F2">
    <w:name w:val="555CF888E87B440C96F2187A7E9D34F2"/>
    <w:rsid w:val="00DB6756"/>
  </w:style>
  <w:style w:type="paragraph" w:customStyle="1" w:styleId="A847DB76BF6C474FB68FDD96299A4079">
    <w:name w:val="A847DB76BF6C474FB68FDD96299A4079"/>
    <w:rsid w:val="00DB6756"/>
  </w:style>
  <w:style w:type="paragraph" w:customStyle="1" w:styleId="BDD16F0084274ECB8D3AB3B1AD28B5DA">
    <w:name w:val="BDD16F0084274ECB8D3AB3B1AD28B5DA"/>
    <w:rsid w:val="00DB6756"/>
  </w:style>
  <w:style w:type="paragraph" w:customStyle="1" w:styleId="32616F82788E4085BFF8A61348E0F820">
    <w:name w:val="32616F82788E4085BFF8A61348E0F820"/>
    <w:rsid w:val="00DB6756"/>
  </w:style>
  <w:style w:type="paragraph" w:customStyle="1" w:styleId="A2CB346E02494A2ABFDF97F8CCB7E968">
    <w:name w:val="A2CB346E02494A2ABFDF97F8CCB7E968"/>
    <w:rsid w:val="00DB6756"/>
  </w:style>
  <w:style w:type="paragraph" w:customStyle="1" w:styleId="42F151847A124FCF9034220D02016247">
    <w:name w:val="42F151847A124FCF9034220D02016247"/>
    <w:rsid w:val="00DB6756"/>
  </w:style>
  <w:style w:type="paragraph" w:customStyle="1" w:styleId="CE0089FF499C4D7A9024885C4A1CBEEC">
    <w:name w:val="CE0089FF499C4D7A9024885C4A1CBEEC"/>
    <w:rsid w:val="00DB6756"/>
  </w:style>
  <w:style w:type="paragraph" w:customStyle="1" w:styleId="908183C51C75492DA6E494ED00D55824">
    <w:name w:val="908183C51C75492DA6E494ED00D55824"/>
    <w:rsid w:val="00DB6756"/>
  </w:style>
  <w:style w:type="paragraph" w:customStyle="1" w:styleId="9A3879A6D78842D19C51001684746238">
    <w:name w:val="9A3879A6D78842D19C51001684746238"/>
    <w:rsid w:val="00DB6756"/>
  </w:style>
  <w:style w:type="paragraph" w:customStyle="1" w:styleId="D3BB095B8B664E16BC55AE58641C3083">
    <w:name w:val="D3BB095B8B664E16BC55AE58641C3083"/>
    <w:rsid w:val="00DB6756"/>
  </w:style>
  <w:style w:type="paragraph" w:customStyle="1" w:styleId="7A067A837BE6495FBD171AA065DF8816">
    <w:name w:val="7A067A837BE6495FBD171AA065DF8816"/>
    <w:rsid w:val="00DB6756"/>
  </w:style>
  <w:style w:type="paragraph" w:customStyle="1" w:styleId="DF5E2BE5051142C4B1026C5A6A2810BB">
    <w:name w:val="DF5E2BE5051142C4B1026C5A6A2810BB"/>
    <w:rsid w:val="00DB6756"/>
  </w:style>
  <w:style w:type="paragraph" w:customStyle="1" w:styleId="2187E9A6626F4904801F1B6C706E17E4">
    <w:name w:val="2187E9A6626F4904801F1B6C706E17E4"/>
    <w:rsid w:val="00DB6756"/>
  </w:style>
  <w:style w:type="paragraph" w:customStyle="1" w:styleId="196F8B0A33E34053978938D2293B9480">
    <w:name w:val="196F8B0A33E34053978938D2293B9480"/>
    <w:rsid w:val="00DB6756"/>
  </w:style>
  <w:style w:type="paragraph" w:customStyle="1" w:styleId="C7D825E1132D4BFFBD05AFF2538883E7">
    <w:name w:val="C7D825E1132D4BFFBD05AFF2538883E7"/>
    <w:rsid w:val="00DB6756"/>
  </w:style>
  <w:style w:type="paragraph" w:customStyle="1" w:styleId="EE74FF9AF10A46B493D0AFB590DEED38">
    <w:name w:val="EE74FF9AF10A46B493D0AFB590DEED38"/>
    <w:rsid w:val="00DB6756"/>
  </w:style>
  <w:style w:type="paragraph" w:customStyle="1" w:styleId="17F6DBB3D9EC439BB6D070866FFCF850">
    <w:name w:val="17F6DBB3D9EC439BB6D070866FFCF850"/>
    <w:rsid w:val="00DB6756"/>
  </w:style>
  <w:style w:type="paragraph" w:customStyle="1" w:styleId="6CD23C8CD6F24277ACB936B9F3A0ACF0">
    <w:name w:val="6CD23C8CD6F24277ACB936B9F3A0ACF0"/>
    <w:rsid w:val="00DB6756"/>
  </w:style>
  <w:style w:type="paragraph" w:customStyle="1" w:styleId="77302F2679B7416180FDE494802062C0">
    <w:name w:val="77302F2679B7416180FDE494802062C0"/>
    <w:rsid w:val="00DB6756"/>
  </w:style>
  <w:style w:type="paragraph" w:customStyle="1" w:styleId="339F6975AEB64561B9D05C81FC891DAE">
    <w:name w:val="339F6975AEB64561B9D05C81FC891DAE"/>
    <w:rsid w:val="00DB6756"/>
  </w:style>
  <w:style w:type="paragraph" w:customStyle="1" w:styleId="318CE1E39B4F461D96CC8303D6EDB393">
    <w:name w:val="318CE1E39B4F461D96CC8303D6EDB393"/>
    <w:rsid w:val="00DB6756"/>
  </w:style>
  <w:style w:type="paragraph" w:customStyle="1" w:styleId="AFF6D49C89F34BD49E494A25945E70F3">
    <w:name w:val="AFF6D49C89F34BD49E494A25945E70F3"/>
    <w:rsid w:val="00DB6756"/>
  </w:style>
  <w:style w:type="paragraph" w:customStyle="1" w:styleId="22F506BFF779474C89050B6E940AB851">
    <w:name w:val="22F506BFF779474C89050B6E940AB851"/>
    <w:rsid w:val="00DB6756"/>
  </w:style>
  <w:style w:type="paragraph" w:customStyle="1" w:styleId="165784E430644E68BB503C32FCBA0DA1">
    <w:name w:val="165784E430644E68BB503C32FCBA0DA1"/>
    <w:rsid w:val="00DB6756"/>
  </w:style>
  <w:style w:type="paragraph" w:customStyle="1" w:styleId="CA9285680D9B4B76ADA940DC172BDE96">
    <w:name w:val="CA9285680D9B4B76ADA940DC172BDE96"/>
    <w:rsid w:val="00DB6756"/>
  </w:style>
  <w:style w:type="paragraph" w:customStyle="1" w:styleId="A5D3D524EFB9446592FABCA2CF778766">
    <w:name w:val="A5D3D524EFB9446592FABCA2CF778766"/>
    <w:rsid w:val="00DB6756"/>
  </w:style>
  <w:style w:type="paragraph" w:customStyle="1" w:styleId="3103E2A7BBA44F8EADF28954A9680059">
    <w:name w:val="3103E2A7BBA44F8EADF28954A9680059"/>
    <w:rsid w:val="00DB6756"/>
  </w:style>
  <w:style w:type="paragraph" w:customStyle="1" w:styleId="6F9CF16E3FB34BF59AC4E6D15FA35807">
    <w:name w:val="6F9CF16E3FB34BF59AC4E6D15FA35807"/>
    <w:rsid w:val="00DB6756"/>
  </w:style>
  <w:style w:type="paragraph" w:customStyle="1" w:styleId="110B52D9FFF544E8B74501342F5F2AE8">
    <w:name w:val="110B52D9FFF544E8B74501342F5F2AE8"/>
    <w:rsid w:val="00DB6756"/>
  </w:style>
  <w:style w:type="paragraph" w:customStyle="1" w:styleId="2265E580F7CD4B928EC3D33F38CF9EB6">
    <w:name w:val="2265E580F7CD4B928EC3D33F38CF9EB6"/>
    <w:rsid w:val="001D5721"/>
  </w:style>
  <w:style w:type="paragraph" w:customStyle="1" w:styleId="BCFC9C1AE61B4A51A20A6990640A694E">
    <w:name w:val="BCFC9C1AE61B4A51A20A6990640A694E"/>
    <w:rsid w:val="001D5721"/>
  </w:style>
  <w:style w:type="paragraph" w:customStyle="1" w:styleId="312917F153964681A995873FF549C403">
    <w:name w:val="312917F153964681A995873FF549C403"/>
    <w:rsid w:val="00ED365F"/>
  </w:style>
  <w:style w:type="paragraph" w:customStyle="1" w:styleId="EC7AD495561042FBA70375E4EC900619">
    <w:name w:val="EC7AD495561042FBA70375E4EC900619"/>
    <w:rsid w:val="00ED365F"/>
  </w:style>
  <w:style w:type="paragraph" w:customStyle="1" w:styleId="B8FC019142024597892861F8E522730F">
    <w:name w:val="B8FC019142024597892861F8E522730F"/>
    <w:rsid w:val="00ED365F"/>
  </w:style>
  <w:style w:type="paragraph" w:customStyle="1" w:styleId="4A9AB642ACA6418B9ECC12AA02316C8D">
    <w:name w:val="4A9AB642ACA6418B9ECC12AA02316C8D"/>
    <w:rsid w:val="00ED365F"/>
  </w:style>
  <w:style w:type="paragraph" w:customStyle="1" w:styleId="0F4D0F8AAE4C431F84B0BD0CB0F8EC71">
    <w:name w:val="0F4D0F8AAE4C431F84B0BD0CB0F8EC71"/>
    <w:rsid w:val="005310A8"/>
  </w:style>
  <w:style w:type="paragraph" w:customStyle="1" w:styleId="E479B5E0BB044C0EA2DDA95B1BBC633E">
    <w:name w:val="E479B5E0BB044C0EA2DDA95B1BBC633E"/>
    <w:rsid w:val="005310A8"/>
  </w:style>
  <w:style w:type="paragraph" w:customStyle="1" w:styleId="2086E968A0314149A396CADC757F9560">
    <w:name w:val="2086E968A0314149A396CADC757F9560"/>
    <w:rsid w:val="005310A8"/>
  </w:style>
  <w:style w:type="paragraph" w:customStyle="1" w:styleId="23A36A64C960489AA1FC97EB136B4FB0">
    <w:name w:val="23A36A64C960489AA1FC97EB136B4FB0"/>
    <w:rsid w:val="005310A8"/>
  </w:style>
  <w:style w:type="paragraph" w:customStyle="1" w:styleId="841A3C6039D2485790C90B92F7DD7537">
    <w:name w:val="841A3C6039D2485790C90B92F7DD7537"/>
    <w:rsid w:val="005310A8"/>
  </w:style>
  <w:style w:type="paragraph" w:customStyle="1" w:styleId="48CB181E7B9146A28EB62903259C719B">
    <w:name w:val="48CB181E7B9146A28EB62903259C719B"/>
    <w:rsid w:val="005310A8"/>
  </w:style>
  <w:style w:type="paragraph" w:customStyle="1" w:styleId="8AE85CE3D7F64BE68B7C033EEEB3DA3D">
    <w:name w:val="8AE85CE3D7F64BE68B7C033EEEB3DA3D"/>
    <w:rsid w:val="005310A8"/>
  </w:style>
  <w:style w:type="paragraph" w:customStyle="1" w:styleId="D1B851B581E54CFD86A63A72FFC6D592">
    <w:name w:val="D1B851B581E54CFD86A63A72FFC6D592"/>
    <w:rsid w:val="005310A8"/>
  </w:style>
  <w:style w:type="paragraph" w:customStyle="1" w:styleId="C4B94ADA8B074A47B0CF6D9EB3B80951">
    <w:name w:val="C4B94ADA8B074A47B0CF6D9EB3B80951"/>
    <w:rsid w:val="005310A8"/>
  </w:style>
  <w:style w:type="paragraph" w:customStyle="1" w:styleId="4D7FD5DF98294ACDB7064B26813DEF48">
    <w:name w:val="4D7FD5DF98294ACDB7064B26813DEF48"/>
    <w:rsid w:val="005310A8"/>
  </w:style>
  <w:style w:type="paragraph" w:customStyle="1" w:styleId="94E4FFD7C8D64BAB8D2F0611B6E287DD">
    <w:name w:val="94E4FFD7C8D64BAB8D2F0611B6E287DD"/>
    <w:rsid w:val="005310A8"/>
  </w:style>
  <w:style w:type="paragraph" w:customStyle="1" w:styleId="B158B67BDDB84AFEA2097883A9F33F08">
    <w:name w:val="B158B67BDDB84AFEA2097883A9F33F08"/>
    <w:rsid w:val="005310A8"/>
  </w:style>
  <w:style w:type="paragraph" w:customStyle="1" w:styleId="F19E70C0E7A34D1A81D636047CF236E5">
    <w:name w:val="F19E70C0E7A34D1A81D636047CF236E5"/>
    <w:rsid w:val="005310A8"/>
  </w:style>
  <w:style w:type="paragraph" w:customStyle="1" w:styleId="2C634246BF674BE09E8F455D40DB23A9">
    <w:name w:val="2C634246BF674BE09E8F455D40DB23A9"/>
    <w:rsid w:val="005310A8"/>
  </w:style>
  <w:style w:type="paragraph" w:customStyle="1" w:styleId="AE975DEE4CE941A89E4570CB64818AE3">
    <w:name w:val="AE975DEE4CE941A89E4570CB64818AE3"/>
    <w:rsid w:val="005310A8"/>
  </w:style>
  <w:style w:type="paragraph" w:customStyle="1" w:styleId="0A37E957C26240F5BD77FA02C041BA70">
    <w:name w:val="0A37E957C26240F5BD77FA02C041BA70"/>
    <w:rsid w:val="005310A8"/>
  </w:style>
  <w:style w:type="paragraph" w:customStyle="1" w:styleId="8D5E016A47AD4C11B500946BDF3C3111">
    <w:name w:val="8D5E016A47AD4C11B500946BDF3C3111"/>
    <w:rsid w:val="005310A8"/>
  </w:style>
  <w:style w:type="paragraph" w:customStyle="1" w:styleId="C1D907D9639147A393E791E115B8424C">
    <w:name w:val="C1D907D9639147A393E791E115B8424C"/>
    <w:rsid w:val="005310A8"/>
  </w:style>
  <w:style w:type="paragraph" w:customStyle="1" w:styleId="7DBECC8FEAF74DB1B8BF7372A1B97569">
    <w:name w:val="7DBECC8FEAF74DB1B8BF7372A1B97569"/>
    <w:rsid w:val="005310A8"/>
  </w:style>
  <w:style w:type="paragraph" w:customStyle="1" w:styleId="71CE7770592B4C23959462D4E6E98808">
    <w:name w:val="71CE7770592B4C23959462D4E6E98808"/>
    <w:rsid w:val="005310A8"/>
  </w:style>
  <w:style w:type="paragraph" w:customStyle="1" w:styleId="ACF1953A57A5466E93CF407A25840CE4">
    <w:name w:val="ACF1953A57A5466E93CF407A25840CE4"/>
    <w:rsid w:val="005310A8"/>
  </w:style>
  <w:style w:type="paragraph" w:customStyle="1" w:styleId="8681C75D96FD4E23AF5374BDF29435DF">
    <w:name w:val="8681C75D96FD4E23AF5374BDF29435DF"/>
    <w:rsid w:val="005310A8"/>
  </w:style>
  <w:style w:type="paragraph" w:customStyle="1" w:styleId="1FB623C173F4428F8F9D4D2CF622BE74">
    <w:name w:val="1FB623C173F4428F8F9D4D2CF622BE74"/>
    <w:rsid w:val="005310A8"/>
  </w:style>
  <w:style w:type="paragraph" w:customStyle="1" w:styleId="E2D646F2C4DB4416984F4ED0E5634786">
    <w:name w:val="E2D646F2C4DB4416984F4ED0E5634786"/>
    <w:rsid w:val="005310A8"/>
  </w:style>
  <w:style w:type="paragraph" w:customStyle="1" w:styleId="6F89E0A873BF4A22BAB0D4950AA05709">
    <w:name w:val="6F89E0A873BF4A22BAB0D4950AA05709"/>
    <w:rsid w:val="005310A8"/>
  </w:style>
  <w:style w:type="paragraph" w:customStyle="1" w:styleId="D1AC65D79EF644E4B53177E5711D167E">
    <w:name w:val="D1AC65D79EF644E4B53177E5711D167E"/>
    <w:rsid w:val="005310A8"/>
  </w:style>
  <w:style w:type="paragraph" w:customStyle="1" w:styleId="7CBC6642F396493590EE8171B3BDA62D">
    <w:name w:val="7CBC6642F396493590EE8171B3BDA62D"/>
    <w:rsid w:val="005310A8"/>
  </w:style>
  <w:style w:type="paragraph" w:customStyle="1" w:styleId="1C41FC82B5BA492AAFC9FA7C277590EC">
    <w:name w:val="1C41FC82B5BA492AAFC9FA7C277590EC"/>
    <w:rsid w:val="005310A8"/>
  </w:style>
  <w:style w:type="paragraph" w:customStyle="1" w:styleId="D8EAB9E0DFE640709FE3389F67E28140">
    <w:name w:val="D8EAB9E0DFE640709FE3389F67E28140"/>
    <w:rsid w:val="005310A8"/>
  </w:style>
  <w:style w:type="paragraph" w:customStyle="1" w:styleId="54BA55FBF70D4C539353669C951AD652">
    <w:name w:val="54BA55FBF70D4C539353669C951AD652"/>
    <w:rsid w:val="005310A8"/>
  </w:style>
  <w:style w:type="paragraph" w:customStyle="1" w:styleId="0B40E08DC7CE4C3ABF8BE8E2CB71332A">
    <w:name w:val="0B40E08DC7CE4C3ABF8BE8E2CB71332A"/>
    <w:rsid w:val="005310A8"/>
  </w:style>
  <w:style w:type="paragraph" w:customStyle="1" w:styleId="BD1D6BB3D2E54AFEB4891643ED892ED1">
    <w:name w:val="BD1D6BB3D2E54AFEB4891643ED892ED1"/>
    <w:rsid w:val="005310A8"/>
  </w:style>
  <w:style w:type="paragraph" w:customStyle="1" w:styleId="8C9BC7D9197B481F8D59BDCADFB65CCC">
    <w:name w:val="8C9BC7D9197B481F8D59BDCADFB65CCC"/>
    <w:rsid w:val="005310A8"/>
  </w:style>
  <w:style w:type="paragraph" w:customStyle="1" w:styleId="D473E1293A35469BA6BC071BF41F412C">
    <w:name w:val="D473E1293A35469BA6BC071BF41F412C"/>
    <w:rsid w:val="005310A8"/>
  </w:style>
  <w:style w:type="paragraph" w:customStyle="1" w:styleId="214C20F8A6604BD3BF6CBD2F232665C2">
    <w:name w:val="214C20F8A6604BD3BF6CBD2F232665C2"/>
    <w:rsid w:val="005310A8"/>
  </w:style>
  <w:style w:type="paragraph" w:customStyle="1" w:styleId="4A87202F0CBD4E89A449F51D9D02D3A9">
    <w:name w:val="4A87202F0CBD4E89A449F51D9D02D3A9"/>
    <w:rsid w:val="005310A8"/>
  </w:style>
  <w:style w:type="paragraph" w:customStyle="1" w:styleId="AE173586DE204C93861772B7F15973CD">
    <w:name w:val="AE173586DE204C93861772B7F15973CD"/>
    <w:rsid w:val="005310A8"/>
  </w:style>
  <w:style w:type="paragraph" w:customStyle="1" w:styleId="28B784822943480AA060D0F9302449D3">
    <w:name w:val="28B784822943480AA060D0F9302449D3"/>
    <w:rsid w:val="005310A8"/>
  </w:style>
  <w:style w:type="paragraph" w:customStyle="1" w:styleId="7E5DB140533F4BA4A31D2B05B6AE9E02">
    <w:name w:val="7E5DB140533F4BA4A31D2B05B6AE9E02"/>
    <w:rsid w:val="005310A8"/>
  </w:style>
  <w:style w:type="paragraph" w:customStyle="1" w:styleId="3E88580CF43D48048EEC33B92354A072">
    <w:name w:val="3E88580CF43D48048EEC33B92354A072"/>
    <w:rsid w:val="005310A8"/>
  </w:style>
  <w:style w:type="paragraph" w:customStyle="1" w:styleId="21FA2F56ECD940C08D7C8E6EDBDA4E14">
    <w:name w:val="21FA2F56ECD940C08D7C8E6EDBDA4E14"/>
    <w:rsid w:val="005310A8"/>
  </w:style>
  <w:style w:type="paragraph" w:customStyle="1" w:styleId="E015A68C40F6479EA76D97F8819A8D2E">
    <w:name w:val="E015A68C40F6479EA76D97F8819A8D2E"/>
    <w:rsid w:val="005310A8"/>
  </w:style>
  <w:style w:type="paragraph" w:customStyle="1" w:styleId="F04115AA11A54BA3A9B90BF34BF327AF">
    <w:name w:val="F04115AA11A54BA3A9B90BF34BF327AF"/>
    <w:rsid w:val="005310A8"/>
  </w:style>
  <w:style w:type="paragraph" w:customStyle="1" w:styleId="22FD071D2E984A56863D9247C060766D">
    <w:name w:val="22FD071D2E984A56863D9247C060766D"/>
    <w:rsid w:val="005310A8"/>
  </w:style>
  <w:style w:type="paragraph" w:customStyle="1" w:styleId="FE70EF98ADBE4021905DEE8BA431FA7C">
    <w:name w:val="FE70EF98ADBE4021905DEE8BA431FA7C"/>
    <w:rsid w:val="005310A8"/>
  </w:style>
  <w:style w:type="paragraph" w:customStyle="1" w:styleId="E61500BD8D7F4E69B0A1CD414B5BBA54">
    <w:name w:val="E61500BD8D7F4E69B0A1CD414B5BBA54"/>
    <w:rsid w:val="005310A8"/>
  </w:style>
  <w:style w:type="paragraph" w:customStyle="1" w:styleId="EA09D1AD1DD542FDA0A644DAD1550793">
    <w:name w:val="EA09D1AD1DD542FDA0A644DAD1550793"/>
    <w:rsid w:val="005310A8"/>
  </w:style>
  <w:style w:type="paragraph" w:customStyle="1" w:styleId="5A916A67B76D4F789E3733DBE99E68A5">
    <w:name w:val="5A916A67B76D4F789E3733DBE99E68A5"/>
    <w:rsid w:val="005310A8"/>
  </w:style>
  <w:style w:type="paragraph" w:customStyle="1" w:styleId="1709FA9BBDA84AFC923977AD3C86450E">
    <w:name w:val="1709FA9BBDA84AFC923977AD3C86450E"/>
    <w:rsid w:val="005310A8"/>
  </w:style>
  <w:style w:type="paragraph" w:customStyle="1" w:styleId="12D8157D07184A8D80D5544A1FF43E38">
    <w:name w:val="12D8157D07184A8D80D5544A1FF43E38"/>
    <w:rsid w:val="005310A8"/>
  </w:style>
  <w:style w:type="paragraph" w:customStyle="1" w:styleId="1E098CA37271473B8B78BA4C9A904838">
    <w:name w:val="1E098CA37271473B8B78BA4C9A904838"/>
    <w:rsid w:val="005310A8"/>
  </w:style>
  <w:style w:type="paragraph" w:customStyle="1" w:styleId="E9B27816FB944979ACD4C8A6D7FE179A">
    <w:name w:val="E9B27816FB944979ACD4C8A6D7FE179A"/>
    <w:rsid w:val="005310A8"/>
  </w:style>
  <w:style w:type="paragraph" w:customStyle="1" w:styleId="CF6AC10F562B461F813542F7F117B08A">
    <w:name w:val="CF6AC10F562B461F813542F7F117B08A"/>
    <w:rsid w:val="005310A8"/>
  </w:style>
  <w:style w:type="paragraph" w:customStyle="1" w:styleId="FACB5112B6ED423988E4D8501AC93926">
    <w:name w:val="FACB5112B6ED423988E4D8501AC93926"/>
    <w:rsid w:val="005310A8"/>
  </w:style>
  <w:style w:type="paragraph" w:customStyle="1" w:styleId="B19937E377774F9A9220C8140DA9B420">
    <w:name w:val="B19937E377774F9A9220C8140DA9B420"/>
    <w:rsid w:val="005310A8"/>
  </w:style>
  <w:style w:type="paragraph" w:customStyle="1" w:styleId="B3421F4D840A4E5789760FD5CC812C87">
    <w:name w:val="B3421F4D840A4E5789760FD5CC812C87"/>
    <w:rsid w:val="005310A8"/>
  </w:style>
  <w:style w:type="paragraph" w:customStyle="1" w:styleId="575968B8940C4A51A79EE9F53C86C1DD">
    <w:name w:val="575968B8940C4A51A79EE9F53C86C1DD"/>
    <w:rsid w:val="005310A8"/>
  </w:style>
  <w:style w:type="paragraph" w:customStyle="1" w:styleId="6118F04A8ECF418EBE6A6D33D3E12DAE">
    <w:name w:val="6118F04A8ECF418EBE6A6D33D3E12DAE"/>
    <w:rsid w:val="005310A8"/>
  </w:style>
  <w:style w:type="paragraph" w:customStyle="1" w:styleId="28DC201619B049848FBDF82BFF1CF71F">
    <w:name w:val="28DC201619B049848FBDF82BFF1CF71F"/>
    <w:rsid w:val="005310A8"/>
  </w:style>
  <w:style w:type="paragraph" w:customStyle="1" w:styleId="FCD5B76B5DF849629BA4890BAFF9B60A">
    <w:name w:val="FCD5B76B5DF849629BA4890BAFF9B60A"/>
    <w:rsid w:val="005310A8"/>
  </w:style>
  <w:style w:type="paragraph" w:customStyle="1" w:styleId="E7E811E26BB849E4BC49E3F95BF3635E">
    <w:name w:val="E7E811E26BB849E4BC49E3F95BF3635E"/>
    <w:rsid w:val="005310A8"/>
  </w:style>
  <w:style w:type="paragraph" w:customStyle="1" w:styleId="25CE405BD6644B4295E7F1938F92B7BC">
    <w:name w:val="25CE405BD6644B4295E7F1938F92B7BC"/>
    <w:rsid w:val="005310A8"/>
  </w:style>
  <w:style w:type="paragraph" w:customStyle="1" w:styleId="707956A5333E409497B59AA4732D3831">
    <w:name w:val="707956A5333E409497B59AA4732D3831"/>
    <w:rsid w:val="005310A8"/>
  </w:style>
  <w:style w:type="paragraph" w:customStyle="1" w:styleId="64ACA26778884C70826A3E0C2293117A">
    <w:name w:val="64ACA26778884C70826A3E0C2293117A"/>
    <w:rsid w:val="005310A8"/>
  </w:style>
  <w:style w:type="paragraph" w:customStyle="1" w:styleId="AB03FE42D977495997A36D42C8147EB9">
    <w:name w:val="AB03FE42D977495997A36D42C8147EB9"/>
    <w:rsid w:val="005310A8"/>
  </w:style>
  <w:style w:type="paragraph" w:customStyle="1" w:styleId="EE335A4964F342A0B6897F21F4DAB223">
    <w:name w:val="EE335A4964F342A0B6897F21F4DAB223"/>
    <w:rsid w:val="005310A8"/>
  </w:style>
  <w:style w:type="paragraph" w:customStyle="1" w:styleId="33FB82B4C0CB41D5BAD9202A5C4C84AF">
    <w:name w:val="33FB82B4C0CB41D5BAD9202A5C4C84AF"/>
    <w:rsid w:val="005310A8"/>
  </w:style>
  <w:style w:type="paragraph" w:customStyle="1" w:styleId="64C682C631B94702BF723527DF04999D">
    <w:name w:val="64C682C631B94702BF723527DF04999D"/>
    <w:rsid w:val="005310A8"/>
  </w:style>
  <w:style w:type="paragraph" w:customStyle="1" w:styleId="3DF61E93C902490DA1085C248D6823FF">
    <w:name w:val="3DF61E93C902490DA1085C248D6823FF"/>
    <w:rsid w:val="005310A8"/>
  </w:style>
  <w:style w:type="paragraph" w:customStyle="1" w:styleId="5CC663CF22A445BA996BD23FC5B872F8">
    <w:name w:val="5CC663CF22A445BA996BD23FC5B872F8"/>
    <w:rsid w:val="005310A8"/>
  </w:style>
  <w:style w:type="paragraph" w:customStyle="1" w:styleId="F3F8DB8B8C7344859D79068A5D342417">
    <w:name w:val="F3F8DB8B8C7344859D79068A5D342417"/>
    <w:rsid w:val="005310A8"/>
  </w:style>
  <w:style w:type="paragraph" w:customStyle="1" w:styleId="8A789B95FA124259B23A9E8062EE7A16">
    <w:name w:val="8A789B95FA124259B23A9E8062EE7A16"/>
    <w:rsid w:val="005310A8"/>
  </w:style>
  <w:style w:type="paragraph" w:customStyle="1" w:styleId="300508D397834903A6CA0D51AE6BB27A">
    <w:name w:val="300508D397834903A6CA0D51AE6BB27A"/>
    <w:rsid w:val="005310A8"/>
  </w:style>
  <w:style w:type="paragraph" w:customStyle="1" w:styleId="9E30B72F14A040348848DA828BA1E8B0">
    <w:name w:val="9E30B72F14A040348848DA828BA1E8B0"/>
    <w:rsid w:val="005310A8"/>
  </w:style>
  <w:style w:type="paragraph" w:customStyle="1" w:styleId="6A8E345905BD4714B37CC491E8E1BC34">
    <w:name w:val="6A8E345905BD4714B37CC491E8E1BC34"/>
    <w:rsid w:val="005310A8"/>
  </w:style>
  <w:style w:type="paragraph" w:customStyle="1" w:styleId="286D5BC436D4476F97F441ADAFE678B2">
    <w:name w:val="286D5BC436D4476F97F441ADAFE678B2"/>
    <w:rsid w:val="005310A8"/>
  </w:style>
  <w:style w:type="paragraph" w:customStyle="1" w:styleId="0ACB70A94E804F2BB8B528FAF0079851">
    <w:name w:val="0ACB70A94E804F2BB8B528FAF0079851"/>
    <w:rsid w:val="005310A8"/>
  </w:style>
  <w:style w:type="paragraph" w:customStyle="1" w:styleId="88D5EBF7600543FB85ED894F95E0D206">
    <w:name w:val="88D5EBF7600543FB85ED894F95E0D206"/>
    <w:rsid w:val="00503898"/>
  </w:style>
  <w:style w:type="paragraph" w:customStyle="1" w:styleId="7DE5DBD371494D1B9F12792F6452ECE0">
    <w:name w:val="7DE5DBD371494D1B9F12792F6452ECE0"/>
    <w:rsid w:val="00503898"/>
  </w:style>
  <w:style w:type="paragraph" w:customStyle="1" w:styleId="7A265BDAA16541EDA1B55A76C18F3021">
    <w:name w:val="7A265BDAA16541EDA1B55A76C18F3021"/>
    <w:rsid w:val="00503898"/>
  </w:style>
  <w:style w:type="paragraph" w:customStyle="1" w:styleId="24AC75589AD14190B61102332C119C28">
    <w:name w:val="24AC75589AD14190B61102332C119C28"/>
    <w:rsid w:val="00503898"/>
  </w:style>
  <w:style w:type="paragraph" w:customStyle="1" w:styleId="399D6F2404AB4CADB8C52EC2FF707860">
    <w:name w:val="399D6F2404AB4CADB8C52EC2FF707860"/>
    <w:rsid w:val="00503898"/>
  </w:style>
  <w:style w:type="paragraph" w:customStyle="1" w:styleId="B3C1C1B8B68C439C865B828F1F67A167">
    <w:name w:val="B3C1C1B8B68C439C865B828F1F67A167"/>
    <w:rsid w:val="00503898"/>
  </w:style>
  <w:style w:type="paragraph" w:customStyle="1" w:styleId="EEF7C5D20CA94A3D9828190686B438E9">
    <w:name w:val="EEF7C5D20CA94A3D9828190686B438E9"/>
    <w:rsid w:val="00503898"/>
  </w:style>
  <w:style w:type="paragraph" w:customStyle="1" w:styleId="E7E3C313C9F24172978C8380DF7A43BE">
    <w:name w:val="E7E3C313C9F24172978C8380DF7A43BE"/>
    <w:rsid w:val="00503898"/>
  </w:style>
  <w:style w:type="paragraph" w:customStyle="1" w:styleId="3C4D370C1CEF4672917B2089D668B388">
    <w:name w:val="3C4D370C1CEF4672917B2089D668B388"/>
    <w:rsid w:val="00503898"/>
  </w:style>
  <w:style w:type="paragraph" w:customStyle="1" w:styleId="979A92C03483471192E19ACBA107138B">
    <w:name w:val="979A92C03483471192E19ACBA107138B"/>
    <w:rsid w:val="00503898"/>
  </w:style>
  <w:style w:type="paragraph" w:customStyle="1" w:styleId="4D5F52362BE341EC8641F8CA6813A845">
    <w:name w:val="4D5F52362BE341EC8641F8CA6813A845"/>
    <w:rsid w:val="00503898"/>
  </w:style>
  <w:style w:type="paragraph" w:customStyle="1" w:styleId="B85DADE21DC942CB8BB39388F215497C">
    <w:name w:val="B85DADE21DC942CB8BB39388F215497C"/>
    <w:rsid w:val="00503898"/>
  </w:style>
  <w:style w:type="paragraph" w:customStyle="1" w:styleId="1F36F7818A654C25BD2FB956AF3FADB1">
    <w:name w:val="1F36F7818A654C25BD2FB956AF3FADB1"/>
    <w:rsid w:val="00503898"/>
  </w:style>
  <w:style w:type="paragraph" w:customStyle="1" w:styleId="D74EC5D9BADC46AD95B102615970C935">
    <w:name w:val="D74EC5D9BADC46AD95B102615970C935"/>
    <w:rsid w:val="00503898"/>
  </w:style>
  <w:style w:type="paragraph" w:customStyle="1" w:styleId="7311CDCB059241CE80889570C421069B">
    <w:name w:val="7311CDCB059241CE80889570C421069B"/>
    <w:rsid w:val="00503898"/>
  </w:style>
  <w:style w:type="paragraph" w:customStyle="1" w:styleId="DF9A4A12A6BA43B99A00FEB9C579070F">
    <w:name w:val="DF9A4A12A6BA43B99A00FEB9C579070F"/>
    <w:rsid w:val="00503898"/>
  </w:style>
  <w:style w:type="paragraph" w:customStyle="1" w:styleId="B69666D8A18941BD9F7F84E748FDB06B">
    <w:name w:val="B69666D8A18941BD9F7F84E748FDB06B"/>
    <w:rsid w:val="00020E2D"/>
  </w:style>
  <w:style w:type="paragraph" w:customStyle="1" w:styleId="D0A85E8B7FB649AA9F8CEFA1C374A664">
    <w:name w:val="D0A85E8B7FB649AA9F8CEFA1C374A664"/>
    <w:rsid w:val="00716DDC"/>
  </w:style>
  <w:style w:type="paragraph" w:customStyle="1" w:styleId="EF8489B5318049C186AEDB563D16E056">
    <w:name w:val="EF8489B5318049C186AEDB563D16E056"/>
    <w:rsid w:val="00716DDC"/>
  </w:style>
  <w:style w:type="paragraph" w:customStyle="1" w:styleId="2BE56179C779428C9515F2616D844B1F">
    <w:name w:val="2BE56179C779428C9515F2616D844B1F"/>
    <w:rsid w:val="000B191E"/>
  </w:style>
  <w:style w:type="paragraph" w:customStyle="1" w:styleId="56EB51A5FD7940F4B22ABF950823C64C">
    <w:name w:val="56EB51A5FD7940F4B22ABF950823C64C"/>
    <w:rsid w:val="000B191E"/>
  </w:style>
  <w:style w:type="paragraph" w:customStyle="1" w:styleId="B812282F6567492E8E9F2D899281D775">
    <w:name w:val="B812282F6567492E8E9F2D899281D775"/>
    <w:rsid w:val="000B191E"/>
  </w:style>
  <w:style w:type="paragraph" w:customStyle="1" w:styleId="067AA4551076471BA2EF36FBD2336944">
    <w:name w:val="067AA4551076471BA2EF36FBD2336944"/>
    <w:rsid w:val="000B191E"/>
  </w:style>
  <w:style w:type="paragraph" w:customStyle="1" w:styleId="7AE4F54C671C4B9092B3FD1980202D42">
    <w:name w:val="7AE4F54C671C4B9092B3FD1980202D42"/>
    <w:rsid w:val="000B191E"/>
  </w:style>
  <w:style w:type="paragraph" w:customStyle="1" w:styleId="79952907D5D04E55B124F350F42F68A3">
    <w:name w:val="79952907D5D04E55B124F350F42F68A3"/>
    <w:rsid w:val="000B191E"/>
  </w:style>
  <w:style w:type="paragraph" w:customStyle="1" w:styleId="D9DE5CFBC2204ACB816BEBE3E78196D1">
    <w:name w:val="D9DE5CFBC2204ACB816BEBE3E78196D1"/>
    <w:rsid w:val="000B191E"/>
  </w:style>
  <w:style w:type="paragraph" w:customStyle="1" w:styleId="1B7991F1DEF54FA58A463E7B45168089">
    <w:name w:val="1B7991F1DEF54FA58A463E7B45168089"/>
    <w:rsid w:val="000B191E"/>
  </w:style>
  <w:style w:type="paragraph" w:customStyle="1" w:styleId="A322C72EC3364BC7A0031C2601EA0012">
    <w:name w:val="A322C72EC3364BC7A0031C2601EA0012"/>
    <w:rsid w:val="000B191E"/>
  </w:style>
  <w:style w:type="paragraph" w:customStyle="1" w:styleId="7D09C9C29B9D415F80A13848F924509D">
    <w:name w:val="7D09C9C29B9D415F80A13848F924509D"/>
    <w:rsid w:val="000B191E"/>
  </w:style>
  <w:style w:type="paragraph" w:customStyle="1" w:styleId="2660A7CA846441D390278323B69AF889">
    <w:name w:val="2660A7CA846441D390278323B69AF889"/>
    <w:rsid w:val="000B191E"/>
  </w:style>
  <w:style w:type="paragraph" w:customStyle="1" w:styleId="7B69072FE7B24CBD9E3B1CF8746F0CD1">
    <w:name w:val="7B69072FE7B24CBD9E3B1CF8746F0CD1"/>
    <w:rsid w:val="000B191E"/>
  </w:style>
  <w:style w:type="paragraph" w:customStyle="1" w:styleId="6F2EBD0C13D64649A51DB449CB056F32">
    <w:name w:val="6F2EBD0C13D64649A51DB449CB056F32"/>
    <w:rsid w:val="000B191E"/>
  </w:style>
  <w:style w:type="paragraph" w:customStyle="1" w:styleId="D83F325C8EA741F4BC7E6D496118B967">
    <w:name w:val="D83F325C8EA741F4BC7E6D496118B967"/>
    <w:rsid w:val="000B191E"/>
  </w:style>
  <w:style w:type="paragraph" w:customStyle="1" w:styleId="39BDD83AE41C49A5AB76AA581DCF3D7F">
    <w:name w:val="39BDD83AE41C49A5AB76AA581DCF3D7F"/>
    <w:rsid w:val="000B191E"/>
  </w:style>
  <w:style w:type="paragraph" w:customStyle="1" w:styleId="28002F8955594A02AC1F0F715F8C0BBC">
    <w:name w:val="28002F8955594A02AC1F0F715F8C0BBC"/>
    <w:rsid w:val="000B191E"/>
  </w:style>
  <w:style w:type="paragraph" w:customStyle="1" w:styleId="7280367F63554459BA95729117AAD150">
    <w:name w:val="7280367F63554459BA95729117AAD150"/>
    <w:rsid w:val="000B191E"/>
  </w:style>
  <w:style w:type="paragraph" w:customStyle="1" w:styleId="2E9F348FE43E43EEBA943B57D6C47029">
    <w:name w:val="2E9F348FE43E43EEBA943B57D6C47029"/>
    <w:rsid w:val="000B191E"/>
  </w:style>
  <w:style w:type="paragraph" w:customStyle="1" w:styleId="AF45B7CC84B946EFA1BC34EEFCC3C5E8">
    <w:name w:val="AF45B7CC84B946EFA1BC34EEFCC3C5E8"/>
    <w:rsid w:val="000B191E"/>
  </w:style>
  <w:style w:type="paragraph" w:customStyle="1" w:styleId="0D62E1B1442F4D01A3C551D0B769AC1D">
    <w:name w:val="0D62E1B1442F4D01A3C551D0B769AC1D"/>
    <w:rsid w:val="000B191E"/>
  </w:style>
  <w:style w:type="paragraph" w:customStyle="1" w:styleId="8E469D43253C4ED59C11B822920DBBE2">
    <w:name w:val="8E469D43253C4ED59C11B822920DBBE2"/>
    <w:rsid w:val="000B191E"/>
  </w:style>
  <w:style w:type="paragraph" w:customStyle="1" w:styleId="D9DDC973B8844C5B882E9682A3B3DDB0">
    <w:name w:val="D9DDC973B8844C5B882E9682A3B3DDB0"/>
    <w:rsid w:val="000B191E"/>
  </w:style>
  <w:style w:type="paragraph" w:customStyle="1" w:styleId="A9031BC83AB6440E929C708C6FF10FC0">
    <w:name w:val="A9031BC83AB6440E929C708C6FF10FC0"/>
    <w:rsid w:val="000B191E"/>
  </w:style>
  <w:style w:type="paragraph" w:customStyle="1" w:styleId="D9B22B2FF4D845EC8CF1B5568A347A08">
    <w:name w:val="D9B22B2FF4D845EC8CF1B5568A347A08"/>
    <w:rsid w:val="000B191E"/>
  </w:style>
  <w:style w:type="paragraph" w:customStyle="1" w:styleId="D0C299849901481F877F096647A73DEC">
    <w:name w:val="D0C299849901481F877F096647A73DEC"/>
    <w:rsid w:val="000B191E"/>
  </w:style>
  <w:style w:type="paragraph" w:customStyle="1" w:styleId="AA4856C26AED4E66A94464D5DB37BE9A">
    <w:name w:val="AA4856C26AED4E66A94464D5DB37BE9A"/>
    <w:rsid w:val="000B191E"/>
  </w:style>
  <w:style w:type="paragraph" w:customStyle="1" w:styleId="68E4283AAA164AC09446AAA415E8F314">
    <w:name w:val="68E4283AAA164AC09446AAA415E8F314"/>
    <w:rsid w:val="000B191E"/>
  </w:style>
  <w:style w:type="paragraph" w:customStyle="1" w:styleId="A6ADD38343F5459C86A973758DF8C047">
    <w:name w:val="A6ADD38343F5459C86A973758DF8C047"/>
    <w:rsid w:val="000B191E"/>
  </w:style>
  <w:style w:type="paragraph" w:customStyle="1" w:styleId="7B13830709864E4C9FC96FAB54132C72">
    <w:name w:val="7B13830709864E4C9FC96FAB54132C72"/>
    <w:rsid w:val="000B191E"/>
  </w:style>
  <w:style w:type="paragraph" w:customStyle="1" w:styleId="DD9DB711E3CE4D95B68119D0BE54B2BC">
    <w:name w:val="DD9DB711E3CE4D95B68119D0BE54B2BC"/>
    <w:rsid w:val="000B191E"/>
  </w:style>
  <w:style w:type="paragraph" w:customStyle="1" w:styleId="80574C2AB5EA4FD79D26C311EC8F4B7C">
    <w:name w:val="80574C2AB5EA4FD79D26C311EC8F4B7C"/>
    <w:rsid w:val="000B191E"/>
  </w:style>
  <w:style w:type="paragraph" w:customStyle="1" w:styleId="F0C4DFC28D404F7ABFC8D8A7BE924AB6">
    <w:name w:val="F0C4DFC28D404F7ABFC8D8A7BE924AB6"/>
    <w:rsid w:val="000B191E"/>
  </w:style>
  <w:style w:type="paragraph" w:customStyle="1" w:styleId="D7E6E29924C745F9AEEA6D9944F09804">
    <w:name w:val="D7E6E29924C745F9AEEA6D9944F09804"/>
    <w:rsid w:val="000B191E"/>
  </w:style>
  <w:style w:type="paragraph" w:customStyle="1" w:styleId="CA50BC16B1294122B13DF0934832FDC2">
    <w:name w:val="CA50BC16B1294122B13DF0934832FDC2"/>
    <w:rsid w:val="000B191E"/>
  </w:style>
  <w:style w:type="paragraph" w:customStyle="1" w:styleId="8219392C11064E38813A484C0B501E0A">
    <w:name w:val="8219392C11064E38813A484C0B501E0A"/>
    <w:rsid w:val="000B191E"/>
  </w:style>
  <w:style w:type="paragraph" w:customStyle="1" w:styleId="76588C7F02C54B29974F86CE36AFD730">
    <w:name w:val="76588C7F02C54B29974F86CE36AFD730"/>
    <w:rsid w:val="000B191E"/>
  </w:style>
  <w:style w:type="paragraph" w:customStyle="1" w:styleId="79ED9295DB074908B632A409AD25710F">
    <w:name w:val="79ED9295DB074908B632A409AD25710F"/>
    <w:rsid w:val="000B191E"/>
  </w:style>
  <w:style w:type="paragraph" w:customStyle="1" w:styleId="4E2A337FCC454B52839D89896EC2346A">
    <w:name w:val="4E2A337FCC454B52839D89896EC2346A"/>
    <w:rsid w:val="000B191E"/>
  </w:style>
  <w:style w:type="paragraph" w:customStyle="1" w:styleId="5C7C16F7666A41DEB3460D61629B072B">
    <w:name w:val="5C7C16F7666A41DEB3460D61629B072B"/>
    <w:rsid w:val="000B191E"/>
  </w:style>
  <w:style w:type="paragraph" w:customStyle="1" w:styleId="E59053758DBF48ABB46308398F1BD2EC">
    <w:name w:val="E59053758DBF48ABB46308398F1BD2EC"/>
    <w:rsid w:val="000B191E"/>
  </w:style>
  <w:style w:type="paragraph" w:customStyle="1" w:styleId="5B7A2B35A8BD4B489660D8B705D37DB3">
    <w:name w:val="5B7A2B35A8BD4B489660D8B705D37DB3"/>
    <w:rsid w:val="000B191E"/>
  </w:style>
  <w:style w:type="paragraph" w:customStyle="1" w:styleId="3934081E20E94D97B259E37ED53BA905">
    <w:name w:val="3934081E20E94D97B259E37ED53BA905"/>
    <w:rsid w:val="000B191E"/>
  </w:style>
  <w:style w:type="paragraph" w:customStyle="1" w:styleId="89DC2B704D1844189D4C7F97430279BA">
    <w:name w:val="89DC2B704D1844189D4C7F97430279BA"/>
    <w:rsid w:val="000B191E"/>
  </w:style>
  <w:style w:type="paragraph" w:customStyle="1" w:styleId="3F454A0202F34DCA87D0C06487042239">
    <w:name w:val="3F454A0202F34DCA87D0C06487042239"/>
    <w:rsid w:val="000B191E"/>
  </w:style>
  <w:style w:type="paragraph" w:customStyle="1" w:styleId="2BED532F486E461AA2B23CE0D35074A6">
    <w:name w:val="2BED532F486E461AA2B23CE0D35074A6"/>
    <w:rsid w:val="000B191E"/>
  </w:style>
  <w:style w:type="paragraph" w:customStyle="1" w:styleId="ED714C9382AD40B8A7A1C414FA549877">
    <w:name w:val="ED714C9382AD40B8A7A1C414FA549877"/>
    <w:rsid w:val="000B191E"/>
  </w:style>
  <w:style w:type="paragraph" w:customStyle="1" w:styleId="95D47BAC1D2845FCB1F04D385FDE2F3C">
    <w:name w:val="95D47BAC1D2845FCB1F04D385FDE2F3C"/>
    <w:rsid w:val="000B191E"/>
  </w:style>
  <w:style w:type="paragraph" w:customStyle="1" w:styleId="C97EF6E5878542298FE278A5C4AC65C0">
    <w:name w:val="C97EF6E5878542298FE278A5C4AC65C0"/>
    <w:rsid w:val="000B191E"/>
  </w:style>
  <w:style w:type="paragraph" w:customStyle="1" w:styleId="093444EC46684F948635859BA307AB61">
    <w:name w:val="093444EC46684F948635859BA307AB61"/>
    <w:rsid w:val="000B191E"/>
  </w:style>
  <w:style w:type="paragraph" w:customStyle="1" w:styleId="B2CC90A051934B71B85FFF4C1B3761DF">
    <w:name w:val="B2CC90A051934B71B85FFF4C1B3761DF"/>
    <w:rsid w:val="00C627CD"/>
  </w:style>
  <w:style w:type="paragraph" w:customStyle="1" w:styleId="6BFD4A7A19C24D4B9CD0F0C8840F0EFD">
    <w:name w:val="6BFD4A7A19C24D4B9CD0F0C8840F0EFD"/>
    <w:rsid w:val="00C627CD"/>
  </w:style>
  <w:style w:type="paragraph" w:customStyle="1" w:styleId="566446EFEE86409E95E770F4316DB14E">
    <w:name w:val="566446EFEE86409E95E770F4316DB14E"/>
    <w:rsid w:val="00C627CD"/>
  </w:style>
  <w:style w:type="paragraph" w:customStyle="1" w:styleId="54489DE58BFB4B448B5A1B066538A65A">
    <w:name w:val="54489DE58BFB4B448B5A1B066538A65A"/>
    <w:rsid w:val="00C627CD"/>
  </w:style>
  <w:style w:type="paragraph" w:customStyle="1" w:styleId="BDDBC6E9517243BDA6D983A1C8C7E6B7">
    <w:name w:val="BDDBC6E9517243BDA6D983A1C8C7E6B7"/>
    <w:rsid w:val="00C627CD"/>
  </w:style>
  <w:style w:type="paragraph" w:customStyle="1" w:styleId="C1D0C21AC28549C7A90373763C35DDAA">
    <w:name w:val="C1D0C21AC28549C7A90373763C35DDAA"/>
    <w:rsid w:val="001C5792"/>
  </w:style>
  <w:style w:type="paragraph" w:customStyle="1" w:styleId="1EAFC9AAFA7F481B8D14645C0C0BFE69">
    <w:name w:val="1EAFC9AAFA7F481B8D14645C0C0BFE69"/>
    <w:rsid w:val="001C5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66A9-0F7A-4EFD-A99D-1D87C0F64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24F2F-B8B5-4D95-B28A-6FABCD5E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multchcBBkit</Template>
  <TotalTime>35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Precalculus Quiz 3.1-3.4</dc:title>
  <dc:subject/>
  <dc:creator>Patron</dc:creator>
  <cp:keywords/>
  <dc:description/>
  <cp:lastModifiedBy>user</cp:lastModifiedBy>
  <cp:revision>12</cp:revision>
  <cp:lastPrinted>2011-03-14T17:14:00Z</cp:lastPrinted>
  <dcterms:created xsi:type="dcterms:W3CDTF">2011-03-14T16:52:00Z</dcterms:created>
  <dcterms:modified xsi:type="dcterms:W3CDTF">2011-10-12T01:44:00Z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TC102444809990</vt:lpwstr>
  </property>
</Properties>
</file>